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2037"/>
        <w:gridCol w:w="2038"/>
      </w:tblGrid>
      <w:tr w:rsidR="000F3C2A" w:rsidRPr="00B87BED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7734" w:rsidRDefault="00EB77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</w:t>
            </w:r>
          </w:p>
          <w:p w:rsidR="00EB7734" w:rsidRDefault="00EB77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630075, РОССИЯ, Новосибирская область, г. Новосибирск, ул. Залесского, д. 5/1, оф. 412 </w:t>
            </w:r>
          </w:p>
          <w:p w:rsidR="00EB7734" w:rsidRDefault="00EB77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"РосЭкоАудит"</w:t>
            </w:r>
          </w:p>
          <w:p w:rsidR="000F3C2A" w:rsidRPr="00B87BED" w:rsidRDefault="00EB7734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630075, РОССИЯ, Новосибирская область, г. Новосибирск, ул. Залесского, д. 5/1, оф. 412 (к.5, 6, 7, 21)</w:t>
            </w:r>
          </w:p>
        </w:tc>
      </w:tr>
      <w:tr w:rsidR="000F3C2A" w:rsidRPr="00B87BED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B87BED">
              <w:rPr>
                <w:color w:val="000000"/>
                <w:sz w:val="18"/>
                <w:szCs w:val="18"/>
              </w:rPr>
              <w:t xml:space="preserve"> </w:t>
            </w:r>
            <w:r w:rsidRPr="00B87BED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B87BED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B87BED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B87BE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F10A3B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B87BED">
              <w:rPr>
                <w:color w:val="000000"/>
                <w:sz w:val="18"/>
                <w:szCs w:val="18"/>
              </w:rPr>
              <w:t>Уникальный номер записи об аккредитации в реестре аккредитованных лиц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B87BED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B87BED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B87BED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EB773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EB773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B87BED" w:rsidRDefault="00EB7734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B87BED" w:rsidRDefault="000F3C2A" w:rsidP="000F3C2A">
      <w:pPr>
        <w:pStyle w:val="1"/>
      </w:pPr>
    </w:p>
    <w:p w:rsidR="0014502D" w:rsidRPr="00B87BED" w:rsidRDefault="0014502D" w:rsidP="0014502D">
      <w:pPr>
        <w:ind w:left="6946"/>
      </w:pPr>
      <w:r w:rsidRPr="00B87BED">
        <w:t>УТВЕРЖДАЮ</w:t>
      </w:r>
    </w:p>
    <w:p w:rsidR="0014502D" w:rsidRPr="00B87BED" w:rsidRDefault="002A5F24" w:rsidP="0014502D">
      <w:pPr>
        <w:ind w:left="6946"/>
      </w:pPr>
      <w:fldSimple w:instr=" DOCVARIABLE &quot;boss_state&quot; \* MERGEFORMAT ">
        <w:r w:rsidR="000A139B">
          <w:t>Начальник испытательного центра</w:t>
        </w:r>
      </w:fldSimple>
    </w:p>
    <w:p w:rsidR="0014502D" w:rsidRPr="00B87BED" w:rsidRDefault="0014502D" w:rsidP="0014502D">
      <w:pPr>
        <w:ind w:left="6946"/>
      </w:pPr>
      <w:r w:rsidRPr="00B87BED">
        <w:t xml:space="preserve">_________ </w:t>
      </w:r>
      <w:fldSimple w:instr=" DOCVARIABLE &quot;boss_fio2&quot; \* MERGEFORMAT ">
        <w:r w:rsidR="000A139B">
          <w:t>Шелгачёва Ольга Игоревна</w:t>
        </w:r>
      </w:fldSimple>
    </w:p>
    <w:p w:rsidR="0014502D" w:rsidRPr="00B87BED" w:rsidRDefault="0014502D" w:rsidP="0014502D">
      <w:pPr>
        <w:ind w:left="6946"/>
      </w:pPr>
      <w:r w:rsidRPr="00B87BED">
        <w:t xml:space="preserve">Дата: </w:t>
      </w:r>
      <w:fldSimple w:instr=" DOCVARIABLE sign_date \* MERGEFORMAT ">
        <w:r w:rsidR="000A139B">
          <w:t xml:space="preserve">13.02.2023 </w:t>
        </w:r>
      </w:fldSimple>
    </w:p>
    <w:p w:rsidR="0014502D" w:rsidRPr="00B87BED" w:rsidRDefault="0014502D" w:rsidP="0014502D">
      <w:pPr>
        <w:ind w:left="6946"/>
      </w:pPr>
      <w:r w:rsidRPr="00B87BED">
        <w:t>М.П.</w:t>
      </w:r>
    </w:p>
    <w:p w:rsidR="0014502D" w:rsidRPr="00B87BED" w:rsidRDefault="0014502D" w:rsidP="0014502D"/>
    <w:p w:rsidR="00FB001B" w:rsidRPr="00B87BED" w:rsidRDefault="00F74072" w:rsidP="00367816">
      <w:pPr>
        <w:pStyle w:val="1"/>
      </w:pPr>
      <w:r w:rsidRPr="00B87BED">
        <w:rPr>
          <w:rStyle w:val="bx-messenger-message"/>
        </w:rPr>
        <w:t>ПРОТОКОЛ</w:t>
      </w:r>
      <w:r w:rsidRPr="00B87BED">
        <w:br/>
      </w:r>
      <w:r w:rsidRPr="00B87BED">
        <w:rPr>
          <w:rStyle w:val="bx-messenger-message"/>
        </w:rPr>
        <w:t>измерений показателей световой среды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40"/>
        <w:gridCol w:w="3555"/>
      </w:tblGrid>
      <w:tr w:rsidR="00FB001B" w:rsidRPr="00B87BE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7BED" w:rsidRDefault="00FB001B" w:rsidP="00367816">
            <w:r w:rsidRPr="00B87BED"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001B" w:rsidRPr="00B87BED" w:rsidRDefault="00416341" w:rsidP="0036781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7- О</w:t>
            </w:r>
          </w:p>
        </w:tc>
      </w:tr>
      <w:tr w:rsidR="00FB001B" w:rsidRPr="00B87BED" w:rsidTr="00FB001B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7BED" w:rsidRDefault="00FB001B" w:rsidP="00367816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001B" w:rsidRPr="00B87BED" w:rsidRDefault="00FB001B" w:rsidP="00883461">
            <w:pPr>
              <w:pStyle w:val="a9"/>
              <w:rPr>
                <w:bCs/>
              </w:rPr>
            </w:pPr>
            <w:r w:rsidRPr="00B87BED">
              <w:rPr>
                <w:vertAlign w:val="superscript"/>
              </w:rPr>
              <w:t>(идентификационный номер протокола)</w:t>
            </w:r>
          </w:p>
        </w:tc>
      </w:tr>
    </w:tbl>
    <w:p w:rsidR="0014502D" w:rsidRPr="00B87BED" w:rsidRDefault="0014502D" w:rsidP="0014502D">
      <w:pPr>
        <w:pStyle w:val="a6"/>
      </w:pPr>
      <w:r w:rsidRPr="00B87BED">
        <w:t>1. Сведения о дате измерения и оформления протокола:</w:t>
      </w:r>
    </w:p>
    <w:p w:rsidR="0014502D" w:rsidRPr="00B87BED" w:rsidRDefault="0014502D" w:rsidP="0014502D">
      <w:pPr>
        <w:pStyle w:val="a6"/>
        <w:rPr>
          <w:b w:val="0"/>
        </w:rPr>
      </w:pPr>
      <w:r w:rsidRPr="00B87BED">
        <w:rPr>
          <w:b w:val="0"/>
        </w:rPr>
        <w:t>- Дата проведения измерений:</w:t>
      </w:r>
      <w:fldSimple w:instr=" DOCVARIABLE izm_date \* MERGEFORMAT ">
        <w:r w:rsidR="000A139B">
          <w:rPr>
            <w:b w:val="0"/>
          </w:rPr>
          <w:t xml:space="preserve">03.02.2023 </w:t>
        </w:r>
      </w:fldSimple>
    </w:p>
    <w:p w:rsidR="0014502D" w:rsidRPr="00B87BED" w:rsidRDefault="0014502D" w:rsidP="0014502D">
      <w:pPr>
        <w:pStyle w:val="a6"/>
        <w:rPr>
          <w:b w:val="0"/>
        </w:rPr>
      </w:pPr>
      <w:r w:rsidRPr="00B87BED">
        <w:rPr>
          <w:b w:val="0"/>
        </w:rPr>
        <w:t xml:space="preserve">- Дата составления протокола: </w:t>
      </w:r>
      <w:fldSimple w:instr=" DOCVARIABLE fill_date \* MERGEFORMAT ">
        <w:r w:rsidR="000A139B">
          <w:rPr>
            <w:b w:val="0"/>
          </w:rPr>
          <w:t xml:space="preserve">13.02.2023 </w:t>
        </w:r>
      </w:fldSimple>
    </w:p>
    <w:p w:rsidR="0014502D" w:rsidRPr="00B87BED" w:rsidRDefault="0014502D" w:rsidP="0014502D">
      <w:pPr>
        <w:pStyle w:val="a6"/>
      </w:pPr>
      <w:r w:rsidRPr="00B87BED">
        <w:t>2. Сведения о работодателе:</w:t>
      </w:r>
    </w:p>
    <w:p w:rsidR="0014502D" w:rsidRPr="00B87BED" w:rsidRDefault="0014502D" w:rsidP="0014502D">
      <w:r w:rsidRPr="00B87BED">
        <w:t>2.1. Наименование работодателя:</w:t>
      </w:r>
      <w:r w:rsidRPr="00B87BED">
        <w:rPr>
          <w:rStyle w:val="aa"/>
        </w:rPr>
        <w:t xml:space="preserve"> </w:t>
      </w:r>
      <w:fldSimple w:instr=" DOCVARIABLE rbtd_name \* MERGEFORMAT ">
        <w:r w:rsidR="00416341" w:rsidRPr="00416341">
          <w:rPr>
            <w:rStyle w:val="aa"/>
          </w:rPr>
          <w:t xml:space="preserve">АДМИНИСТРАЦИЯ ГЛЯДЕНСКОГО СЕЛЬСОВЕТА </w:t>
        </w:r>
      </w:fldSimple>
      <w:r w:rsidRPr="00B87BED">
        <w:rPr>
          <w:rStyle w:val="aa"/>
        </w:rPr>
        <w:t> </w:t>
      </w:r>
    </w:p>
    <w:p w:rsidR="0014502D" w:rsidRPr="00B87BED" w:rsidRDefault="0014502D" w:rsidP="0014502D">
      <w:r w:rsidRPr="00B87BED">
        <w:t>2.2. Место нахождения и место осуществления деятельности работодателя:</w:t>
      </w:r>
      <w:r w:rsidRPr="00B87BED">
        <w:rPr>
          <w:rStyle w:val="aa"/>
        </w:rPr>
        <w:t xml:space="preserve"> </w:t>
      </w:r>
      <w:fldSimple w:instr=" DOCVARIABLE rbtd_adr \* MERGEFORMAT ">
        <w:r w:rsidR="00416341" w:rsidRPr="00416341">
          <w:rPr>
            <w:rStyle w:val="aa"/>
          </w:rPr>
          <w:t>662220, КРАСНОЯ</w:t>
        </w:r>
        <w:r w:rsidR="00416341" w:rsidRPr="00416341">
          <w:rPr>
            <w:rStyle w:val="aa"/>
          </w:rPr>
          <w:t>Р</w:t>
        </w:r>
        <w:r w:rsidR="00416341" w:rsidRPr="00416341">
          <w:rPr>
            <w:rStyle w:val="aa"/>
          </w:rPr>
          <w:t xml:space="preserve">СКИЙ КРАЙ, НАЗАРОВСКИЙ РАЙОН, ГЛЯДЕНЬ </w:t>
        </w:r>
        <w:r w:rsidR="00416341" w:rsidRPr="00416341">
          <w:rPr>
            <w:u w:val="single"/>
          </w:rPr>
          <w:t xml:space="preserve">ПОСЕЛОК, ВОКЗАЛЬНАЯ УЛИЦА, 2 </w:t>
        </w:r>
      </w:fldSimple>
      <w:r w:rsidRPr="00B87BED">
        <w:rPr>
          <w:rStyle w:val="aa"/>
        </w:rPr>
        <w:t> </w:t>
      </w:r>
    </w:p>
    <w:p w:rsidR="0014502D" w:rsidRPr="00B87BED" w:rsidRDefault="0014502D" w:rsidP="0014502D">
      <w:r w:rsidRPr="00B87BED">
        <w:t>2.3. Контактные данные работодателя/заказчика (e-mail; тел.; факс):</w:t>
      </w:r>
      <w:r w:rsidRPr="00B87BED">
        <w:rPr>
          <w:rStyle w:val="aa"/>
        </w:rPr>
        <w:t xml:space="preserve"> </w:t>
      </w:r>
      <w:fldSimple w:instr=" DOCVARIABLE rbtd_contacts \* MERGEFORMAT ">
        <w:r w:rsidR="00416341" w:rsidRPr="00416341">
          <w:rPr>
            <w:rStyle w:val="aa"/>
          </w:rPr>
          <w:t>moglad@mail.</w:t>
        </w:r>
        <w:r w:rsidR="00416341" w:rsidRPr="00416341">
          <w:rPr>
            <w:u w:val="single"/>
          </w:rPr>
          <w:t>ru; 83915555128; -</w:t>
        </w:r>
      </w:fldSimple>
      <w:r w:rsidRPr="00B87BED">
        <w:rPr>
          <w:rStyle w:val="aa"/>
        </w:rPr>
        <w:t> </w:t>
      </w:r>
    </w:p>
    <w:p w:rsidR="0014502D" w:rsidRPr="00B87BED" w:rsidRDefault="0014502D" w:rsidP="0014502D">
      <w:r w:rsidRPr="00B87BED">
        <w:t>2.4. Наименование структурного подразделения:</w:t>
      </w:r>
      <w:r w:rsidRPr="00B87BED">
        <w:rPr>
          <w:rStyle w:val="aa"/>
        </w:rPr>
        <w:t xml:space="preserve"> </w:t>
      </w:r>
      <w:fldSimple w:instr=" DOCVARIABLE ceh_info \* MERGEFORMAT ">
        <w:r w:rsidR="00416341" w:rsidRPr="00416341">
          <w:rPr>
            <w:rStyle w:val="aa"/>
          </w:rPr>
          <w:t xml:space="preserve"> Отсутствует</w:t>
        </w:r>
      </w:fldSimple>
      <w:r w:rsidRPr="00B87BED">
        <w:rPr>
          <w:rStyle w:val="aa"/>
        </w:rPr>
        <w:t> </w:t>
      </w:r>
    </w:p>
    <w:p w:rsidR="000624A8" w:rsidRPr="00B87BED" w:rsidRDefault="000624A8" w:rsidP="000624A8">
      <w:pPr>
        <w:pStyle w:val="a6"/>
      </w:pPr>
      <w:r w:rsidRPr="00B87BED">
        <w:t>3. Сведения о рабочем месте:</w:t>
      </w:r>
    </w:p>
    <w:p w:rsidR="000624A8" w:rsidRPr="00B87BED" w:rsidRDefault="000624A8" w:rsidP="000624A8">
      <w:r w:rsidRPr="00B87BED">
        <w:t>3.1. Номер рабочего места:</w:t>
      </w:r>
      <w:r w:rsidRPr="00B87BED">
        <w:rPr>
          <w:rStyle w:val="aa"/>
        </w:rPr>
        <w:t xml:space="preserve"> </w:t>
      </w:r>
      <w:fldSimple w:instr=" DOCVARIABLE rm_number \* MERGEFORMAT ">
        <w:r w:rsidR="00416341" w:rsidRPr="00416341">
          <w:rPr>
            <w:u w:val="single"/>
          </w:rPr>
          <w:t xml:space="preserve"> 7</w:t>
        </w:r>
      </w:fldSimple>
      <w:r w:rsidRPr="00B87BED">
        <w:rPr>
          <w:rStyle w:val="aa"/>
        </w:rPr>
        <w:t> </w:t>
      </w:r>
    </w:p>
    <w:p w:rsidR="000624A8" w:rsidRPr="00B87BED" w:rsidRDefault="000624A8" w:rsidP="000624A8">
      <w:r w:rsidRPr="00B87BED">
        <w:t>3.2. Наименование рабочего места:</w:t>
      </w:r>
      <w:r w:rsidRPr="00B87BED">
        <w:rPr>
          <w:rStyle w:val="aa"/>
        </w:rPr>
        <w:t xml:space="preserve"> </w:t>
      </w:r>
      <w:fldSimple w:instr=" DOCVARIABLE rm_name \* MERGEFORMAT ">
        <w:r w:rsidR="00416341" w:rsidRPr="00416341">
          <w:rPr>
            <w:rStyle w:val="aa"/>
          </w:rPr>
          <w:t xml:space="preserve"> Специалист </w:t>
        </w:r>
        <w:r w:rsidR="00416341" w:rsidRPr="00416341">
          <w:rPr>
            <w:u w:val="single"/>
          </w:rPr>
          <w:t xml:space="preserve">по охране труда </w:t>
        </w:r>
      </w:fldSimple>
    </w:p>
    <w:p w:rsidR="000624A8" w:rsidRPr="00B87BED" w:rsidRDefault="000624A8" w:rsidP="000624A8">
      <w:r w:rsidRPr="00B87BED">
        <w:t>3.3. Код по ОК 016-94:</w:t>
      </w:r>
      <w:r w:rsidRPr="00B87BED">
        <w:rPr>
          <w:rStyle w:val="aa"/>
        </w:rPr>
        <w:t xml:space="preserve"> </w:t>
      </w:r>
      <w:fldSimple w:instr=" DOCVARIABLE codeok \* MERGEFORMAT ">
        <w:r w:rsidR="00416341" w:rsidRPr="00416341">
          <w:rPr>
            <w:rStyle w:val="aa"/>
          </w:rPr>
          <w:t xml:space="preserve"> Отсутствует </w:t>
        </w:r>
      </w:fldSimple>
      <w:r w:rsidRPr="00B87BED">
        <w:rPr>
          <w:rStyle w:val="aa"/>
        </w:rPr>
        <w:t> </w:t>
      </w:r>
    </w:p>
    <w:p w:rsidR="0014502D" w:rsidRPr="00B87BED" w:rsidRDefault="0014502D" w:rsidP="0014502D">
      <w:pPr>
        <w:pStyle w:val="a6"/>
      </w:pPr>
      <w:r w:rsidRPr="00B87BED">
        <w:t>4. Сведения о средствах измерения:</w:t>
      </w:r>
    </w:p>
    <w:tbl>
      <w:tblPr>
        <w:tblW w:w="10375" w:type="dxa"/>
        <w:jc w:val="center"/>
        <w:tblInd w:w="1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96"/>
        <w:gridCol w:w="1134"/>
        <w:gridCol w:w="1812"/>
        <w:gridCol w:w="1191"/>
        <w:gridCol w:w="1928"/>
        <w:gridCol w:w="1814"/>
      </w:tblGrid>
      <w:tr w:rsidR="0014502D" w:rsidRPr="00B87BED" w:rsidTr="000E1370">
        <w:trPr>
          <w:jc w:val="center"/>
        </w:trPr>
        <w:tc>
          <w:tcPr>
            <w:tcW w:w="2496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3" w:name="si_table"/>
            <w:bookmarkStart w:id="4" w:name="si_table2"/>
            <w:bookmarkEnd w:id="3"/>
            <w:bookmarkEnd w:id="4"/>
            <w:r w:rsidRPr="00B87BED">
              <w:rPr>
                <w:sz w:val="18"/>
                <w:szCs w:val="18"/>
              </w:rPr>
              <w:t>Наименование средства и</w:t>
            </w:r>
            <w:r w:rsidRPr="00B87BED">
              <w:rPr>
                <w:sz w:val="18"/>
                <w:szCs w:val="18"/>
              </w:rPr>
              <w:t>з</w:t>
            </w:r>
            <w:r w:rsidRPr="00B87BED">
              <w:rPr>
                <w:sz w:val="18"/>
                <w:szCs w:val="18"/>
              </w:rPr>
              <w:t>мерения</w:t>
            </w:r>
          </w:p>
        </w:tc>
        <w:tc>
          <w:tcPr>
            <w:tcW w:w="1134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5" w:name="si_factory_num"/>
            <w:bookmarkEnd w:id="5"/>
            <w:r w:rsidRPr="00B87BED">
              <w:rPr>
                <w:sz w:val="18"/>
                <w:szCs w:val="18"/>
              </w:rPr>
              <w:t>Заводской номер</w:t>
            </w:r>
          </w:p>
        </w:tc>
        <w:tc>
          <w:tcPr>
            <w:tcW w:w="1812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6" w:name="si_sertif2"/>
            <w:bookmarkEnd w:id="6"/>
            <w:r w:rsidRPr="00B87BED">
              <w:rPr>
                <w:sz w:val="18"/>
                <w:szCs w:val="18"/>
              </w:rPr>
              <w:t>Сведения о поверке</w:t>
            </w:r>
          </w:p>
        </w:tc>
        <w:tc>
          <w:tcPr>
            <w:tcW w:w="1191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7" w:name="si_date"/>
            <w:bookmarkEnd w:id="7"/>
            <w:r w:rsidRPr="00B87BED">
              <w:rPr>
                <w:sz w:val="18"/>
                <w:szCs w:val="18"/>
              </w:rPr>
              <w:t>Действие поверки</w:t>
            </w:r>
          </w:p>
        </w:tc>
        <w:tc>
          <w:tcPr>
            <w:tcW w:w="1928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8" w:name="si_err"/>
            <w:bookmarkEnd w:id="8"/>
            <w:r w:rsidRPr="00B87BED">
              <w:rPr>
                <w:sz w:val="18"/>
                <w:szCs w:val="18"/>
              </w:rPr>
              <w:t>Диапазон и погре</w:t>
            </w:r>
            <w:r w:rsidRPr="00B87BED">
              <w:rPr>
                <w:sz w:val="18"/>
                <w:szCs w:val="18"/>
              </w:rPr>
              <w:t>ш</w:t>
            </w:r>
            <w:r w:rsidRPr="00B87BED">
              <w:rPr>
                <w:sz w:val="18"/>
                <w:szCs w:val="18"/>
              </w:rPr>
              <w:t>ность измерения</w:t>
            </w:r>
          </w:p>
        </w:tc>
        <w:tc>
          <w:tcPr>
            <w:tcW w:w="1814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9" w:name="si_cond_sv"/>
            <w:bookmarkEnd w:id="9"/>
            <w:r w:rsidRPr="00B87BED">
              <w:rPr>
                <w:sz w:val="18"/>
                <w:szCs w:val="18"/>
              </w:rPr>
              <w:t>Условия эксплуат</w:t>
            </w:r>
            <w:r w:rsidRPr="00B87BED">
              <w:rPr>
                <w:sz w:val="18"/>
                <w:szCs w:val="18"/>
              </w:rPr>
              <w:t>а</w:t>
            </w:r>
            <w:r w:rsidRPr="00B87BED">
              <w:rPr>
                <w:sz w:val="18"/>
                <w:szCs w:val="18"/>
              </w:rPr>
              <w:t>ции</w:t>
            </w:r>
          </w:p>
        </w:tc>
      </w:tr>
      <w:tr w:rsidR="000A139B" w:rsidRPr="00B87BED" w:rsidTr="000E1370">
        <w:trPr>
          <w:jc w:val="center"/>
        </w:trPr>
        <w:tc>
          <w:tcPr>
            <w:tcW w:w="2496" w:type="dxa"/>
            <w:vAlign w:val="center"/>
          </w:tcPr>
          <w:p w:rsidR="000A139B" w:rsidRPr="00B87BED" w:rsidRDefault="000A139B" w:rsidP="000A139B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Люксметр "ТКА-Люкс"</w:t>
            </w:r>
          </w:p>
        </w:tc>
        <w:tc>
          <w:tcPr>
            <w:tcW w:w="1134" w:type="dxa"/>
            <w:vAlign w:val="center"/>
          </w:tcPr>
          <w:p w:rsidR="000A139B" w:rsidRPr="00B87BED" w:rsidRDefault="000A139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337523</w:t>
            </w:r>
          </w:p>
        </w:tc>
        <w:tc>
          <w:tcPr>
            <w:tcW w:w="1812" w:type="dxa"/>
            <w:vAlign w:val="center"/>
          </w:tcPr>
          <w:p w:rsidR="000A139B" w:rsidRPr="00B87BED" w:rsidRDefault="000A139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С-НН/14-09-2022/186054337, выдал ФБУ "Нов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сибирский ЦСМ"</w:t>
            </w:r>
          </w:p>
        </w:tc>
        <w:tc>
          <w:tcPr>
            <w:tcW w:w="1191" w:type="dxa"/>
            <w:vAlign w:val="center"/>
          </w:tcPr>
          <w:p w:rsidR="000A139B" w:rsidRPr="00B87BED" w:rsidRDefault="000A139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14.09.2022-13.09.2023</w:t>
            </w:r>
          </w:p>
        </w:tc>
        <w:tc>
          <w:tcPr>
            <w:tcW w:w="1928" w:type="dxa"/>
            <w:vAlign w:val="center"/>
          </w:tcPr>
          <w:p w:rsidR="000A139B" w:rsidRDefault="000A139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(1,0-200000) лк; </w:t>
            </w:r>
          </w:p>
          <w:p w:rsidR="000A139B" w:rsidRPr="00B87BED" w:rsidRDefault="000A139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±6 %</w:t>
            </w:r>
          </w:p>
        </w:tc>
        <w:tc>
          <w:tcPr>
            <w:tcW w:w="1814" w:type="dxa"/>
            <w:vAlign w:val="center"/>
          </w:tcPr>
          <w:p w:rsidR="000A139B" w:rsidRDefault="000A139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0°С до 40°С</w:t>
            </w:r>
          </w:p>
          <w:p w:rsidR="000A139B" w:rsidRDefault="000A139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85 % при t=+25°С</w:t>
            </w:r>
          </w:p>
          <w:p w:rsidR="000A139B" w:rsidRPr="00B87BED" w:rsidRDefault="000A139B" w:rsidP="004A0146">
            <w:pPr>
              <w:pStyle w:val="a8"/>
              <w:rPr>
                <w:sz w:val="18"/>
                <w:szCs w:val="18"/>
              </w:rPr>
            </w:pPr>
          </w:p>
        </w:tc>
      </w:tr>
      <w:tr w:rsidR="000A139B" w:rsidRPr="00B87BED" w:rsidTr="000E1370">
        <w:trPr>
          <w:jc w:val="center"/>
        </w:trPr>
        <w:tc>
          <w:tcPr>
            <w:tcW w:w="2496" w:type="dxa"/>
            <w:vAlign w:val="center"/>
          </w:tcPr>
          <w:p w:rsidR="000A139B" w:rsidRDefault="000A139B" w:rsidP="000A139B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Рулетка измерительная 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таллическая UM5M, 5м</w:t>
            </w:r>
          </w:p>
        </w:tc>
        <w:tc>
          <w:tcPr>
            <w:tcW w:w="1134" w:type="dxa"/>
            <w:vAlign w:val="center"/>
          </w:tcPr>
          <w:p w:rsidR="000A139B" w:rsidRDefault="000A139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1812" w:type="dxa"/>
            <w:vAlign w:val="center"/>
          </w:tcPr>
          <w:p w:rsidR="000A139B" w:rsidRDefault="000A139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С-НН/08-09-2022/184823662, выдал ФБУ "Нов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сибирский ЦСМ"</w:t>
            </w:r>
          </w:p>
        </w:tc>
        <w:tc>
          <w:tcPr>
            <w:tcW w:w="1191" w:type="dxa"/>
            <w:vAlign w:val="center"/>
          </w:tcPr>
          <w:p w:rsidR="000A139B" w:rsidRDefault="000A139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08.09.2022-07.09.2023</w:t>
            </w:r>
          </w:p>
        </w:tc>
        <w:tc>
          <w:tcPr>
            <w:tcW w:w="1928" w:type="dxa"/>
            <w:vAlign w:val="center"/>
          </w:tcPr>
          <w:p w:rsidR="000A139B" w:rsidRDefault="000A139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 точности 2</w:t>
            </w:r>
          </w:p>
        </w:tc>
        <w:tc>
          <w:tcPr>
            <w:tcW w:w="1814" w:type="dxa"/>
            <w:vAlign w:val="center"/>
          </w:tcPr>
          <w:p w:rsidR="000A139B" w:rsidRDefault="000A139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-40 С до +50 С; вл.: до 80%; P- (738-782 мм. рт. ст.)</w:t>
            </w:r>
          </w:p>
        </w:tc>
      </w:tr>
      <w:tr w:rsidR="000A139B" w:rsidRPr="00B87BED" w:rsidTr="000E1370">
        <w:trPr>
          <w:jc w:val="center"/>
        </w:trPr>
        <w:tc>
          <w:tcPr>
            <w:tcW w:w="2496" w:type="dxa"/>
            <w:vAlign w:val="center"/>
          </w:tcPr>
          <w:p w:rsidR="000A139B" w:rsidRDefault="000A139B" w:rsidP="000A139B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Мегаомметр Е6-24</w:t>
            </w:r>
          </w:p>
        </w:tc>
        <w:tc>
          <w:tcPr>
            <w:tcW w:w="1134" w:type="dxa"/>
            <w:vAlign w:val="center"/>
          </w:tcPr>
          <w:p w:rsidR="000A139B" w:rsidRDefault="000A139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14802</w:t>
            </w:r>
          </w:p>
        </w:tc>
        <w:tc>
          <w:tcPr>
            <w:tcW w:w="1812" w:type="dxa"/>
            <w:vAlign w:val="center"/>
          </w:tcPr>
          <w:p w:rsidR="000A139B" w:rsidRDefault="000A139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С-НН/26-05-2022/159001246, выдал ФБУ "Нов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сибирский ЦСМ"</w:t>
            </w:r>
          </w:p>
        </w:tc>
        <w:tc>
          <w:tcPr>
            <w:tcW w:w="1191" w:type="dxa"/>
            <w:vAlign w:val="center"/>
          </w:tcPr>
          <w:p w:rsidR="000A139B" w:rsidRDefault="000A139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26.05.2022-25.05.2023</w:t>
            </w:r>
          </w:p>
        </w:tc>
        <w:tc>
          <w:tcPr>
            <w:tcW w:w="1928" w:type="dxa"/>
            <w:vAlign w:val="center"/>
          </w:tcPr>
          <w:p w:rsidR="000A139B" w:rsidRDefault="000A139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(40-400) В; не более ±3%+емр.5В</w:t>
            </w:r>
          </w:p>
        </w:tc>
        <w:tc>
          <w:tcPr>
            <w:tcW w:w="1814" w:type="dxa"/>
            <w:vAlign w:val="center"/>
          </w:tcPr>
          <w:p w:rsidR="000A139B" w:rsidRDefault="000A139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от -30°С до +50°С</w:t>
            </w:r>
          </w:p>
          <w:p w:rsidR="000A139B" w:rsidRDefault="000A139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≤ 90 % при t=+30°С</w:t>
            </w:r>
          </w:p>
        </w:tc>
      </w:tr>
      <w:tr w:rsidR="000A139B" w:rsidRPr="00B87BED" w:rsidTr="000E1370">
        <w:trPr>
          <w:jc w:val="center"/>
        </w:trPr>
        <w:tc>
          <w:tcPr>
            <w:tcW w:w="2496" w:type="dxa"/>
            <w:vAlign w:val="center"/>
          </w:tcPr>
          <w:p w:rsidR="000A139B" w:rsidRDefault="000A139B" w:rsidP="000A139B">
            <w:pPr>
              <w:pStyle w:val="a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Измеритель параметров ми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роклимата «Метеоскоп-М» ( с черным шаром )</w:t>
            </w:r>
          </w:p>
        </w:tc>
        <w:tc>
          <w:tcPr>
            <w:tcW w:w="1134" w:type="dxa"/>
            <w:vAlign w:val="center"/>
          </w:tcPr>
          <w:p w:rsidR="000A139B" w:rsidRDefault="000A139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05511</w:t>
            </w:r>
          </w:p>
        </w:tc>
        <w:tc>
          <w:tcPr>
            <w:tcW w:w="1812" w:type="dxa"/>
            <w:vAlign w:val="center"/>
          </w:tcPr>
          <w:p w:rsidR="000A139B" w:rsidRDefault="000A139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С-НН/06-12-2022/206171636, выдал ФБУ "Н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ВОСИБИРСКИЙ ЦСМ"</w:t>
            </w:r>
          </w:p>
        </w:tc>
        <w:tc>
          <w:tcPr>
            <w:tcW w:w="1191" w:type="dxa"/>
            <w:vAlign w:val="center"/>
          </w:tcPr>
          <w:p w:rsidR="000A139B" w:rsidRDefault="000A139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06.12.2022-05.12.2023</w:t>
            </w:r>
          </w:p>
        </w:tc>
        <w:tc>
          <w:tcPr>
            <w:tcW w:w="1928" w:type="dxa"/>
            <w:vAlign w:val="center"/>
          </w:tcPr>
          <w:p w:rsidR="000A139B" w:rsidRDefault="000A139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t: (от -40 до +85)°С;</w:t>
            </w:r>
          </w:p>
          <w:p w:rsidR="000A139B" w:rsidRDefault="000A139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φ: (3-97) %; </w:t>
            </w:r>
          </w:p>
          <w:p w:rsidR="000A139B" w:rsidRDefault="000A139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P:(600-825) мм.рт.ст; </w:t>
            </w:r>
          </w:p>
          <w:p w:rsidR="000A139B" w:rsidRDefault="000A139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V:(0,1-1) м/с; </w:t>
            </w:r>
          </w:p>
          <w:p w:rsidR="000A139B" w:rsidRDefault="000A139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(св.1-20) м/с; </w:t>
            </w:r>
          </w:p>
          <w:p w:rsidR="000A139B" w:rsidRDefault="000A139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ТНС:(0-85)°С;</w:t>
            </w:r>
          </w:p>
          <w:p w:rsidR="000A139B" w:rsidRDefault="000A139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t: ±0,2 °С; </w:t>
            </w:r>
          </w:p>
          <w:p w:rsidR="000A139B" w:rsidRDefault="000A139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φ:±3,0 %;</w:t>
            </w:r>
          </w:p>
          <w:p w:rsidR="000A139B" w:rsidRDefault="000A139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P:±1 мм.рт.ст.; </w:t>
            </w:r>
          </w:p>
          <w:p w:rsidR="000A139B" w:rsidRDefault="000A139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V:±(0,05+0,05V)м/с; ±(0,1+0,05V) м/с; </w:t>
            </w:r>
          </w:p>
          <w:p w:rsidR="000A139B" w:rsidRDefault="000A139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ТНС:±0,2°С</w:t>
            </w:r>
          </w:p>
        </w:tc>
        <w:tc>
          <w:tcPr>
            <w:tcW w:w="1814" w:type="dxa"/>
            <w:vAlign w:val="center"/>
          </w:tcPr>
          <w:p w:rsidR="000A139B" w:rsidRDefault="000A139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t: от -20°C до +55°С; </w:t>
            </w:r>
          </w:p>
          <w:p w:rsidR="000A139B" w:rsidRDefault="000A139B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φ: до 90% при t=+25° С;</w:t>
            </w:r>
          </w:p>
        </w:tc>
      </w:tr>
    </w:tbl>
    <w:p w:rsidR="00234932" w:rsidRPr="00B87BED" w:rsidRDefault="00576095" w:rsidP="0092778A">
      <w:pPr>
        <w:pStyle w:val="a6"/>
      </w:pPr>
      <w:r w:rsidRPr="00B87BED">
        <w:lastRenderedPageBreak/>
        <w:t>5</w:t>
      </w:r>
      <w:r w:rsidR="00234932" w:rsidRPr="00B87BED">
        <w:t>. НД, устанавливающие метод проведения измерений и оценок и регламентирующие ПДК, ПДУ, нормативные значения измеряемого и оцениваемого фактора:</w:t>
      </w:r>
    </w:p>
    <w:p w:rsidR="00B24D8C" w:rsidRPr="00B24D8C" w:rsidRDefault="002A5F24" w:rsidP="00AD14A4">
      <w:r w:rsidRPr="00B87BED">
        <w:fldChar w:fldCharType="begin"/>
      </w:r>
      <w:r w:rsidR="00576095" w:rsidRPr="00B87BED">
        <w:instrText xml:space="preserve"> DOCVARIABLE izm_nd_new \* MERGEFORMAT </w:instrText>
      </w:r>
      <w:r w:rsidRPr="00B87BED">
        <w:fldChar w:fldCharType="separate"/>
      </w:r>
      <w:r w:rsidR="00B24D8C" w:rsidRPr="00B24D8C">
        <w:t>- Приказ от 24.01.2014 N 33н "Об утверждении Методики проведения специальной оценки усл</w:t>
      </w:r>
      <w:r w:rsidR="00B24D8C" w:rsidRPr="00B24D8C">
        <w:t>о</w:t>
      </w:r>
      <w:r w:rsidR="00B24D8C" w:rsidRPr="00B24D8C">
        <w:t>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 (зарегистриров</w:t>
      </w:r>
      <w:r w:rsidR="00B24D8C" w:rsidRPr="00B24D8C">
        <w:t>а</w:t>
      </w:r>
      <w:r w:rsidR="00B24D8C" w:rsidRPr="00B24D8C">
        <w:t>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</w:t>
      </w:r>
      <w:r w:rsidR="00B24D8C" w:rsidRPr="00B24D8C">
        <w:t>а</w:t>
      </w:r>
      <w:r w:rsidR="00B24D8C" w:rsidRPr="00B24D8C">
        <w:t>ции №33н от 24 января 2014 г. Дата начала действия 08 апреля 2014 г;</w:t>
      </w:r>
    </w:p>
    <w:p w:rsidR="00B24D8C" w:rsidRPr="00B24D8C" w:rsidRDefault="00B24D8C" w:rsidP="00AD14A4">
      <w:r w:rsidRPr="00B24D8C">
        <w:t>- ЮСУК 2.859.005РЭ. Руководство по эксплуатации  Люксметр «ТКА-ЛЮКС, № в государстве</w:t>
      </w:r>
      <w:r w:rsidRPr="00B24D8C">
        <w:t>н</w:t>
      </w:r>
      <w:r w:rsidRPr="00B24D8C">
        <w:t>ном реестре средств измерений 20040-11. Россия, «НТП «ТКА», 2014г;</w:t>
      </w:r>
    </w:p>
    <w:p w:rsidR="00576095" w:rsidRPr="00B87BED" w:rsidRDefault="00B24D8C" w:rsidP="00AD14A4">
      <w:r w:rsidRPr="00B24D8C">
        <w:t>- СанПиН 1.2.3685-21 «Гигиенические нормативы и требования к обеспечению безопасности и (или) безвредности для человека факторов среды обитания» (зарегистрирован в Министерстве ю</w:t>
      </w:r>
      <w:r w:rsidRPr="00B24D8C">
        <w:t>с</w:t>
      </w:r>
      <w:r w:rsidRPr="00B24D8C">
        <w:t>тиции Российской Федерации 29.01.2021 № 62296). Утвержден постановлением Главного госуда</w:t>
      </w:r>
      <w:r w:rsidRPr="00B24D8C">
        <w:t>р</w:t>
      </w:r>
      <w:r w:rsidRPr="00B24D8C">
        <w:t>ственного санитарного врача РФ от 28 января 2021г. № 2. Дата начала действия 01 марта 2021г.</w:t>
      </w:r>
      <w:r w:rsidR="002A5F24" w:rsidRPr="00B87BED">
        <w:fldChar w:fldCharType="end"/>
      </w:r>
    </w:p>
    <w:p w:rsidR="00234932" w:rsidRPr="00B87BED" w:rsidRDefault="00576095" w:rsidP="00367816">
      <w:pPr>
        <w:spacing w:before="120"/>
        <w:rPr>
          <w:b/>
        </w:rPr>
      </w:pPr>
      <w:r w:rsidRPr="00B87BED">
        <w:rPr>
          <w:b/>
        </w:rPr>
        <w:t>6</w:t>
      </w:r>
      <w:r w:rsidR="00234932" w:rsidRPr="00B87BED">
        <w:rPr>
          <w:b/>
        </w:rPr>
        <w:t xml:space="preserve">. </w:t>
      </w:r>
      <w:r w:rsidR="00234932" w:rsidRPr="00B87BED">
        <w:rPr>
          <w:rStyle w:val="a7"/>
        </w:rPr>
        <w:t>Характеристика</w:t>
      </w:r>
      <w:r w:rsidR="00234932" w:rsidRPr="00B87BED">
        <w:rPr>
          <w:b/>
        </w:rPr>
        <w:t xml:space="preserve"> осветительного оборудования  (осветительных приборов):</w:t>
      </w:r>
    </w:p>
    <w:tbl>
      <w:tblPr>
        <w:tblW w:w="0" w:type="auto"/>
        <w:jc w:val="center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7"/>
        <w:gridCol w:w="1382"/>
        <w:gridCol w:w="851"/>
        <w:gridCol w:w="1134"/>
        <w:gridCol w:w="1134"/>
        <w:gridCol w:w="1192"/>
        <w:gridCol w:w="1501"/>
      </w:tblGrid>
      <w:tr w:rsidR="00F37F6C" w:rsidRPr="00B87BED" w:rsidTr="00F37F6C">
        <w:trPr>
          <w:jc w:val="center"/>
        </w:trPr>
        <w:tc>
          <w:tcPr>
            <w:tcW w:w="3187" w:type="dxa"/>
            <w:vAlign w:val="center"/>
          </w:tcPr>
          <w:p w:rsidR="00F37F6C" w:rsidRPr="00B87BED" w:rsidRDefault="00F37F6C" w:rsidP="00883461">
            <w:pPr>
              <w:pStyle w:val="a8"/>
              <w:rPr>
                <w:sz w:val="18"/>
                <w:szCs w:val="18"/>
              </w:rPr>
            </w:pPr>
            <w:bookmarkStart w:id="10" w:name="dop_table"/>
            <w:bookmarkEnd w:id="10"/>
            <w:r w:rsidRPr="00B87BED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1382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Тип светил</w:t>
            </w:r>
            <w:r w:rsidRPr="00B87BED">
              <w:rPr>
                <w:sz w:val="18"/>
                <w:szCs w:val="18"/>
              </w:rPr>
              <w:t>ь</w:t>
            </w:r>
            <w:r w:rsidRPr="00B87BED">
              <w:rPr>
                <w:sz w:val="18"/>
                <w:szCs w:val="18"/>
              </w:rPr>
              <w:t>ников</w:t>
            </w:r>
          </w:p>
        </w:tc>
        <w:tc>
          <w:tcPr>
            <w:tcW w:w="851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Тип ламп</w:t>
            </w:r>
          </w:p>
        </w:tc>
        <w:tc>
          <w:tcPr>
            <w:tcW w:w="1134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Мощность ламп, Вт</w:t>
            </w:r>
          </w:p>
        </w:tc>
        <w:tc>
          <w:tcPr>
            <w:tcW w:w="1134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Высота подвеса, м</w:t>
            </w:r>
          </w:p>
        </w:tc>
        <w:tc>
          <w:tcPr>
            <w:tcW w:w="1192" w:type="dxa"/>
            <w:vAlign w:val="center"/>
          </w:tcPr>
          <w:p w:rsidR="00F37F6C" w:rsidRPr="00B87BED" w:rsidRDefault="00F37F6C" w:rsidP="00F37F6C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Доля нег</w:t>
            </w:r>
            <w:r w:rsidRPr="00B87BED">
              <w:rPr>
                <w:sz w:val="18"/>
                <w:szCs w:val="18"/>
              </w:rPr>
              <w:t>о</w:t>
            </w:r>
            <w:r w:rsidRPr="00B87BED">
              <w:rPr>
                <w:sz w:val="18"/>
                <w:szCs w:val="18"/>
              </w:rPr>
              <w:t>рящих ламп, %</w:t>
            </w:r>
          </w:p>
        </w:tc>
        <w:tc>
          <w:tcPr>
            <w:tcW w:w="1501" w:type="dxa"/>
            <w:vAlign w:val="center"/>
          </w:tcPr>
          <w:p w:rsidR="002E61D9" w:rsidRPr="00B87BED" w:rsidRDefault="002E61D9" w:rsidP="002E61D9">
            <w:pPr>
              <w:pStyle w:val="a8"/>
              <w:rPr>
                <w:sz w:val="18"/>
                <w:szCs w:val="18"/>
              </w:rPr>
            </w:pPr>
            <w:bookmarkStart w:id="11" w:name="dop_u_column"/>
            <w:bookmarkEnd w:id="11"/>
            <w:r w:rsidRPr="00B87BED">
              <w:rPr>
                <w:sz w:val="18"/>
                <w:szCs w:val="18"/>
              </w:rPr>
              <w:t>Напряжение сети, В</w:t>
            </w:r>
          </w:p>
          <w:p w:rsidR="00F37F6C" w:rsidRPr="00B87BED" w:rsidRDefault="002E61D9" w:rsidP="002E61D9">
            <w:pPr>
              <w:pStyle w:val="a8"/>
              <w:rPr>
                <w:sz w:val="18"/>
                <w:szCs w:val="18"/>
              </w:rPr>
            </w:pPr>
            <w:r w:rsidRPr="00B87BED">
              <w:rPr>
                <w:sz w:val="18"/>
                <w:szCs w:val="18"/>
              </w:rPr>
              <w:t>(U</w:t>
            </w:r>
            <w:r w:rsidRPr="00B87BED">
              <w:rPr>
                <w:sz w:val="18"/>
                <w:szCs w:val="18"/>
                <w:vertAlign w:val="subscript"/>
              </w:rPr>
              <w:t>1</w:t>
            </w:r>
            <w:r w:rsidRPr="00B87BED">
              <w:rPr>
                <w:sz w:val="18"/>
                <w:szCs w:val="18"/>
              </w:rPr>
              <w:t>/U</w:t>
            </w:r>
            <w:r w:rsidRPr="00B87BED">
              <w:rPr>
                <w:sz w:val="18"/>
                <w:szCs w:val="18"/>
                <w:vertAlign w:val="subscript"/>
              </w:rPr>
              <w:t>2</w:t>
            </w:r>
            <w:r w:rsidRPr="00B87BED">
              <w:rPr>
                <w:sz w:val="18"/>
                <w:szCs w:val="18"/>
              </w:rPr>
              <w:t>)</w:t>
            </w:r>
          </w:p>
        </w:tc>
      </w:tr>
      <w:tr w:rsidR="00566715" w:rsidRPr="00B87BED" w:rsidTr="00F37F6C">
        <w:trPr>
          <w:jc w:val="center"/>
        </w:trPr>
        <w:tc>
          <w:tcPr>
            <w:tcW w:w="3187" w:type="dxa"/>
            <w:vAlign w:val="center"/>
          </w:tcPr>
          <w:p w:rsidR="00566715" w:rsidRDefault="00566715" w:rsidP="00883461">
            <w:pPr>
              <w:pStyle w:val="a8"/>
              <w:rPr>
                <w:sz w:val="18"/>
                <w:szCs w:val="18"/>
              </w:rPr>
            </w:pPr>
            <w:bookmarkStart w:id="12" w:name="dopzona2" w:colFirst="0" w:colLast="0"/>
            <w:bookmarkStart w:id="13" w:name="dopzona1" w:colFirst="0" w:colLast="0"/>
            <w:bookmarkStart w:id="14" w:name="dopzona3" w:colFirst="0" w:colLast="0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1382" w:type="dxa"/>
            <w:vAlign w:val="center"/>
          </w:tcPr>
          <w:p w:rsidR="00566715" w:rsidRDefault="00AB3869" w:rsidP="00D71CC3">
            <w:pPr>
              <w:pStyle w:val="a8"/>
              <w:rPr>
                <w:sz w:val="18"/>
                <w:szCs w:val="18"/>
              </w:rPr>
            </w:pPr>
            <w:r w:rsidRPr="00AB3869">
              <w:rPr>
                <w:sz w:val="18"/>
                <w:szCs w:val="18"/>
              </w:rPr>
              <w:t>с рассеиват</w:t>
            </w:r>
            <w:r w:rsidRPr="00AB3869">
              <w:rPr>
                <w:sz w:val="18"/>
                <w:szCs w:val="18"/>
              </w:rPr>
              <w:t>е</w:t>
            </w:r>
            <w:r w:rsidRPr="00AB3869">
              <w:rPr>
                <w:sz w:val="18"/>
                <w:szCs w:val="18"/>
              </w:rPr>
              <w:t>лем</w:t>
            </w:r>
          </w:p>
        </w:tc>
        <w:tc>
          <w:tcPr>
            <w:tcW w:w="851" w:type="dxa"/>
            <w:vAlign w:val="center"/>
          </w:tcPr>
          <w:p w:rsidR="00566715" w:rsidRDefault="00D55F62" w:rsidP="00F37F6C">
            <w:pPr>
              <w:pStyle w:val="a8"/>
              <w:rPr>
                <w:sz w:val="18"/>
                <w:szCs w:val="18"/>
              </w:rPr>
            </w:pPr>
            <w:r w:rsidRPr="00D55F62">
              <w:rPr>
                <w:sz w:val="18"/>
                <w:szCs w:val="18"/>
              </w:rPr>
              <w:t>свет</w:t>
            </w:r>
            <w:r w:rsidRPr="00D55F62">
              <w:rPr>
                <w:sz w:val="18"/>
                <w:szCs w:val="18"/>
              </w:rPr>
              <w:t>о</w:t>
            </w:r>
            <w:r w:rsidRPr="00D55F62">
              <w:rPr>
                <w:sz w:val="18"/>
                <w:szCs w:val="18"/>
              </w:rPr>
              <w:t>дио</w:t>
            </w:r>
            <w:r w:rsidRPr="00D55F62">
              <w:rPr>
                <w:sz w:val="18"/>
                <w:szCs w:val="18"/>
              </w:rPr>
              <w:t>д</w:t>
            </w:r>
            <w:r w:rsidRPr="00D55F62">
              <w:rPr>
                <w:sz w:val="18"/>
                <w:szCs w:val="18"/>
              </w:rPr>
              <w:t>ные</w:t>
            </w:r>
          </w:p>
        </w:tc>
        <w:tc>
          <w:tcPr>
            <w:tcW w:w="1134" w:type="dxa"/>
            <w:vAlign w:val="center"/>
          </w:tcPr>
          <w:p w:rsidR="00566715" w:rsidRPr="008C3DAD" w:rsidRDefault="00D55F62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134" w:type="dxa"/>
            <w:vAlign w:val="center"/>
          </w:tcPr>
          <w:p w:rsidR="00566715" w:rsidRPr="005E03E1" w:rsidRDefault="0049367A" w:rsidP="00B541F7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</w:t>
            </w:r>
          </w:p>
        </w:tc>
        <w:tc>
          <w:tcPr>
            <w:tcW w:w="1192" w:type="dxa"/>
            <w:vAlign w:val="center"/>
          </w:tcPr>
          <w:p w:rsidR="00566715" w:rsidRDefault="00566715" w:rsidP="00F37F6C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1" w:type="dxa"/>
            <w:vAlign w:val="center"/>
          </w:tcPr>
          <w:p w:rsidR="00566715" w:rsidRDefault="00050637" w:rsidP="008B025F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</w:t>
            </w:r>
            <w:r w:rsidR="008B025F">
              <w:rPr>
                <w:sz w:val="18"/>
                <w:szCs w:val="18"/>
              </w:rPr>
              <w:t>/2</w:t>
            </w:r>
            <w:r w:rsidR="006546B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</w:p>
        </w:tc>
      </w:tr>
    </w:tbl>
    <w:bookmarkEnd w:id="12"/>
    <w:bookmarkEnd w:id="13"/>
    <w:bookmarkEnd w:id="14"/>
    <w:p w:rsidR="0014502D" w:rsidRPr="00B87BED" w:rsidRDefault="0014502D" w:rsidP="0014502D">
      <w:pPr>
        <w:spacing w:before="120"/>
        <w:rPr>
          <w:b/>
          <w:color w:val="000000"/>
        </w:rPr>
      </w:pPr>
      <w:r w:rsidRPr="00B87BED">
        <w:rPr>
          <w:b/>
          <w:color w:val="000000"/>
        </w:rPr>
        <w:t xml:space="preserve">7. Условия проведения </w:t>
      </w:r>
      <w:r w:rsidR="006542DE" w:rsidRPr="00B87BED">
        <w:rPr>
          <w:b/>
          <w:color w:val="000000"/>
        </w:rPr>
        <w:t>измерений:</w:t>
      </w:r>
    </w:p>
    <w:tbl>
      <w:tblPr>
        <w:tblW w:w="10399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62"/>
        <w:gridCol w:w="2079"/>
        <w:gridCol w:w="2079"/>
        <w:gridCol w:w="2079"/>
      </w:tblGrid>
      <w:tr w:rsidR="0014502D" w:rsidRPr="00B87BED" w:rsidTr="00D70782">
        <w:trPr>
          <w:jc w:val="center"/>
        </w:trPr>
        <w:tc>
          <w:tcPr>
            <w:tcW w:w="4162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15" w:name="os2_zone"/>
            <w:bookmarkEnd w:id="15"/>
            <w:r w:rsidRPr="00B87BED">
              <w:rPr>
                <w:sz w:val="18"/>
                <w:szCs w:val="18"/>
              </w:rPr>
              <w:t>Наименование рабочей зоны</w:t>
            </w:r>
          </w:p>
        </w:tc>
        <w:tc>
          <w:tcPr>
            <w:tcW w:w="2079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16" w:name="os2_temp"/>
            <w:bookmarkEnd w:id="16"/>
            <w:r w:rsidRPr="00B87BED">
              <w:rPr>
                <w:sz w:val="18"/>
                <w:szCs w:val="18"/>
              </w:rPr>
              <w:t xml:space="preserve">t, </w:t>
            </w:r>
            <w:r w:rsidRPr="00B87BED">
              <w:rPr>
                <w:sz w:val="18"/>
                <w:szCs w:val="18"/>
                <w:vertAlign w:val="superscript"/>
              </w:rPr>
              <w:t>o</w:t>
            </w:r>
            <w:r w:rsidRPr="00B87BED">
              <w:rPr>
                <w:sz w:val="18"/>
                <w:szCs w:val="18"/>
              </w:rPr>
              <w:t>C</w:t>
            </w:r>
          </w:p>
        </w:tc>
        <w:tc>
          <w:tcPr>
            <w:tcW w:w="2079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17" w:name="os2_press"/>
            <w:bookmarkEnd w:id="17"/>
            <w:r w:rsidRPr="00B87BED">
              <w:rPr>
                <w:sz w:val="18"/>
                <w:szCs w:val="18"/>
              </w:rPr>
              <w:t>p, мм рт.ст.</w:t>
            </w:r>
          </w:p>
        </w:tc>
        <w:tc>
          <w:tcPr>
            <w:tcW w:w="2079" w:type="dxa"/>
            <w:vAlign w:val="center"/>
          </w:tcPr>
          <w:p w:rsidR="0014502D" w:rsidRPr="00B87BED" w:rsidRDefault="0014502D" w:rsidP="004A0146">
            <w:pPr>
              <w:pStyle w:val="a8"/>
              <w:rPr>
                <w:sz w:val="18"/>
                <w:szCs w:val="18"/>
              </w:rPr>
            </w:pPr>
            <w:bookmarkStart w:id="18" w:name="os2_vlag"/>
            <w:bookmarkEnd w:id="18"/>
            <w:r w:rsidRPr="00B87BED">
              <w:rPr>
                <w:sz w:val="18"/>
                <w:szCs w:val="18"/>
              </w:rPr>
              <w:t>φ, %</w:t>
            </w:r>
          </w:p>
        </w:tc>
      </w:tr>
      <w:tr w:rsidR="00566715" w:rsidRPr="00B87BED" w:rsidTr="00D70782">
        <w:trPr>
          <w:jc w:val="center"/>
        </w:trPr>
        <w:tc>
          <w:tcPr>
            <w:tcW w:w="4162" w:type="dxa"/>
            <w:vAlign w:val="center"/>
          </w:tcPr>
          <w:p w:rsidR="00566715" w:rsidRDefault="00566715" w:rsidP="004A0146">
            <w:pPr>
              <w:pStyle w:val="a8"/>
              <w:rPr>
                <w:sz w:val="18"/>
                <w:szCs w:val="18"/>
              </w:rPr>
            </w:pPr>
            <w:bookmarkStart w:id="19" w:name="os2_bm3"/>
            <w:bookmarkEnd w:id="19"/>
            <w:r>
              <w:rPr>
                <w:sz w:val="18"/>
                <w:szCs w:val="18"/>
              </w:rPr>
              <w:t>Кабинет, рабочий стол</w:t>
            </w:r>
          </w:p>
        </w:tc>
        <w:tc>
          <w:tcPr>
            <w:tcW w:w="2079" w:type="dxa"/>
            <w:vAlign w:val="center"/>
          </w:tcPr>
          <w:p w:rsidR="00566715" w:rsidRDefault="00050637" w:rsidP="004A0146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  <w:r w:rsidR="007453D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079" w:type="dxa"/>
            <w:vAlign w:val="center"/>
          </w:tcPr>
          <w:p w:rsidR="00566715" w:rsidRPr="005E03E1" w:rsidRDefault="00B972C2" w:rsidP="00650CF9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050637">
              <w:rPr>
                <w:sz w:val="18"/>
                <w:szCs w:val="18"/>
              </w:rPr>
              <w:t>41</w:t>
            </w:r>
          </w:p>
        </w:tc>
        <w:tc>
          <w:tcPr>
            <w:tcW w:w="2079" w:type="dxa"/>
            <w:vAlign w:val="center"/>
          </w:tcPr>
          <w:p w:rsidR="00566715" w:rsidRDefault="00050637" w:rsidP="00400578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="00D3538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5</w:t>
            </w:r>
          </w:p>
        </w:tc>
      </w:tr>
    </w:tbl>
    <w:p w:rsidR="00234932" w:rsidRPr="00B87BED" w:rsidRDefault="0014502D" w:rsidP="00367816">
      <w:pPr>
        <w:spacing w:before="120"/>
        <w:rPr>
          <w:rStyle w:val="a7"/>
        </w:rPr>
      </w:pPr>
      <w:r w:rsidRPr="00B87BED">
        <w:rPr>
          <w:rStyle w:val="a7"/>
        </w:rPr>
        <w:t>8</w:t>
      </w:r>
      <w:r w:rsidR="00234932" w:rsidRPr="00B87BED">
        <w:rPr>
          <w:rStyle w:val="a7"/>
        </w:rPr>
        <w:t xml:space="preserve">. </w:t>
      </w:r>
      <w:r w:rsidR="00967790" w:rsidRPr="00B87BED">
        <w:rPr>
          <w:rStyle w:val="a7"/>
        </w:rPr>
        <w:t>Фактические и нормативные значения измеряемых параметров</w:t>
      </w:r>
      <w:r w:rsidR="00234932" w:rsidRPr="00B87BED">
        <w:rPr>
          <w:rStyle w:val="a7"/>
        </w:rPr>
        <w:t>:</w:t>
      </w:r>
    </w:p>
    <w:tbl>
      <w:tblPr>
        <w:tblW w:w="10355" w:type="dxa"/>
        <w:jc w:val="center"/>
        <w:tblInd w:w="-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45"/>
        <w:gridCol w:w="1418"/>
        <w:gridCol w:w="992"/>
        <w:gridCol w:w="1559"/>
        <w:gridCol w:w="1276"/>
        <w:gridCol w:w="1065"/>
      </w:tblGrid>
      <w:tr w:rsidR="0070214B" w:rsidRPr="00B87BED" w:rsidTr="0070214B">
        <w:trPr>
          <w:jc w:val="center"/>
        </w:trPr>
        <w:tc>
          <w:tcPr>
            <w:tcW w:w="4045" w:type="dxa"/>
            <w:vAlign w:val="center"/>
          </w:tcPr>
          <w:p w:rsidR="0070214B" w:rsidRPr="00B87BED" w:rsidRDefault="0070214B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20" w:name="svet_table"/>
            <w:bookmarkStart w:id="21" w:name="main_table"/>
            <w:bookmarkStart w:id="22" w:name="param_column"/>
            <w:bookmarkEnd w:id="20"/>
            <w:bookmarkEnd w:id="21"/>
            <w:bookmarkEnd w:id="22"/>
            <w:r w:rsidRPr="00B87BED">
              <w:rPr>
                <w:sz w:val="18"/>
                <w:szCs w:val="18"/>
              </w:rPr>
              <w:t xml:space="preserve">Наименование измеряемых параметров, рабочей поверхности </w:t>
            </w:r>
          </w:p>
        </w:tc>
        <w:tc>
          <w:tcPr>
            <w:tcW w:w="1418" w:type="dxa"/>
            <w:vAlign w:val="center"/>
          </w:tcPr>
          <w:p w:rsidR="0070214B" w:rsidRPr="00B87BED" w:rsidRDefault="0070214B" w:rsidP="00F0244D">
            <w:pPr>
              <w:pStyle w:val="a8"/>
              <w:rPr>
                <w:sz w:val="18"/>
                <w:szCs w:val="18"/>
              </w:rPr>
            </w:pPr>
            <w:bookmarkStart w:id="23" w:name="fact_column"/>
            <w:bookmarkEnd w:id="23"/>
            <w:r w:rsidRPr="00B87BED">
              <w:rPr>
                <w:sz w:val="18"/>
                <w:szCs w:val="18"/>
              </w:rPr>
              <w:t>Фактическое значение</w:t>
            </w:r>
          </w:p>
        </w:tc>
        <w:tc>
          <w:tcPr>
            <w:tcW w:w="992" w:type="dxa"/>
            <w:vAlign w:val="center"/>
          </w:tcPr>
          <w:p w:rsidR="0070214B" w:rsidRPr="00B87BED" w:rsidRDefault="0070214B" w:rsidP="00883461">
            <w:pPr>
              <w:pStyle w:val="a8"/>
              <w:rPr>
                <w:sz w:val="18"/>
                <w:szCs w:val="18"/>
              </w:rPr>
            </w:pPr>
            <w:bookmarkStart w:id="24" w:name="unc_column"/>
            <w:bookmarkEnd w:id="24"/>
            <w:r w:rsidRPr="00B87BED">
              <w:rPr>
                <w:sz w:val="18"/>
                <w:szCs w:val="18"/>
              </w:rPr>
              <w:t xml:space="preserve"> U</w:t>
            </w:r>
            <w:r w:rsidRPr="00B87BED">
              <w:rPr>
                <w:sz w:val="18"/>
                <w:szCs w:val="18"/>
                <w:vertAlign w:val="subscript"/>
              </w:rPr>
              <w:t>0.95</w:t>
            </w:r>
          </w:p>
        </w:tc>
        <w:tc>
          <w:tcPr>
            <w:tcW w:w="1559" w:type="dxa"/>
            <w:vAlign w:val="center"/>
          </w:tcPr>
          <w:p w:rsidR="0070214B" w:rsidRPr="00B87BED" w:rsidRDefault="0070214B" w:rsidP="00883461">
            <w:pPr>
              <w:pStyle w:val="a8"/>
              <w:rPr>
                <w:sz w:val="18"/>
                <w:szCs w:val="18"/>
              </w:rPr>
            </w:pPr>
            <w:bookmarkStart w:id="25" w:name="norm_column"/>
            <w:bookmarkEnd w:id="25"/>
            <w:r w:rsidRPr="00B87BED">
              <w:rPr>
                <w:sz w:val="18"/>
                <w:szCs w:val="18"/>
              </w:rPr>
              <w:t>Нормативное значение</w:t>
            </w:r>
          </w:p>
        </w:tc>
        <w:tc>
          <w:tcPr>
            <w:tcW w:w="1276" w:type="dxa"/>
            <w:vAlign w:val="center"/>
          </w:tcPr>
          <w:p w:rsidR="0070214B" w:rsidRPr="00B87BED" w:rsidRDefault="0070214B" w:rsidP="00883461">
            <w:pPr>
              <w:pStyle w:val="a8"/>
              <w:rPr>
                <w:sz w:val="18"/>
                <w:szCs w:val="18"/>
              </w:rPr>
            </w:pPr>
            <w:r w:rsidRPr="00B87BED">
              <w:rPr>
                <w:b/>
                <w:sz w:val="18"/>
                <w:szCs w:val="18"/>
              </w:rPr>
              <w:t xml:space="preserve"> </w:t>
            </w:r>
            <w:bookmarkStart w:id="26" w:name="kut_column"/>
            <w:bookmarkEnd w:id="26"/>
            <w:r w:rsidRPr="00B87BED">
              <w:rPr>
                <w:sz w:val="18"/>
                <w:szCs w:val="18"/>
              </w:rPr>
              <w:t>Класс усл</w:t>
            </w:r>
            <w:r w:rsidRPr="00B87BED">
              <w:rPr>
                <w:sz w:val="18"/>
                <w:szCs w:val="18"/>
              </w:rPr>
              <w:t>о</w:t>
            </w:r>
            <w:r w:rsidRPr="00B87BED">
              <w:rPr>
                <w:sz w:val="18"/>
                <w:szCs w:val="18"/>
              </w:rPr>
              <w:t>вий труда</w:t>
            </w:r>
          </w:p>
        </w:tc>
        <w:tc>
          <w:tcPr>
            <w:tcW w:w="1065" w:type="dxa"/>
            <w:vAlign w:val="center"/>
          </w:tcPr>
          <w:p w:rsidR="0070214B" w:rsidRPr="00B87BED" w:rsidRDefault="0070214B" w:rsidP="00883461">
            <w:pPr>
              <w:pStyle w:val="a8"/>
              <w:rPr>
                <w:sz w:val="18"/>
                <w:szCs w:val="18"/>
              </w:rPr>
            </w:pPr>
            <w:r w:rsidRPr="00B87BED">
              <w:rPr>
                <w:b/>
                <w:sz w:val="18"/>
                <w:szCs w:val="18"/>
              </w:rPr>
              <w:t xml:space="preserve"> </w:t>
            </w:r>
            <w:bookmarkStart w:id="27" w:name="time_column"/>
            <w:bookmarkEnd w:id="27"/>
            <w:r w:rsidRPr="00B87BED">
              <w:rPr>
                <w:sz w:val="18"/>
                <w:szCs w:val="18"/>
              </w:rPr>
              <w:t>Время, %</w:t>
            </w:r>
          </w:p>
        </w:tc>
      </w:tr>
      <w:tr w:rsidR="00566715" w:rsidRPr="00B87BED" w:rsidTr="0070214B">
        <w:trPr>
          <w:jc w:val="center"/>
        </w:trPr>
        <w:tc>
          <w:tcPr>
            <w:tcW w:w="4045" w:type="dxa"/>
            <w:vAlign w:val="center"/>
          </w:tcPr>
          <w:p w:rsidR="00566715" w:rsidRPr="00566715" w:rsidRDefault="00566715" w:rsidP="005C0A9A">
            <w:pPr>
              <w:pStyle w:val="a8"/>
              <w:jc w:val="left"/>
              <w:rPr>
                <w:b/>
                <w:sz w:val="18"/>
                <w:szCs w:val="18"/>
              </w:rPr>
            </w:pPr>
            <w:bookmarkStart w:id="28" w:name="zona3"/>
            <w:bookmarkEnd w:id="28"/>
            <w:r>
              <w:rPr>
                <w:b/>
                <w:sz w:val="18"/>
                <w:szCs w:val="18"/>
              </w:rPr>
              <w:t>Кабинет, рабочий стол</w:t>
            </w:r>
          </w:p>
        </w:tc>
        <w:tc>
          <w:tcPr>
            <w:tcW w:w="1418" w:type="dxa"/>
            <w:vAlign w:val="center"/>
          </w:tcPr>
          <w:p w:rsidR="00566715" w:rsidRDefault="00566715" w:rsidP="00F0244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66715" w:rsidRDefault="00566715" w:rsidP="00883461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66715" w:rsidRDefault="00566715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СанПиН 1.2.3685-21, табл.5.25, п.1</w:t>
            </w:r>
          </w:p>
        </w:tc>
        <w:tc>
          <w:tcPr>
            <w:tcW w:w="1276" w:type="dxa"/>
            <w:vAlign w:val="center"/>
          </w:tcPr>
          <w:p w:rsidR="00566715" w:rsidRDefault="00566715" w:rsidP="00883461">
            <w:pPr>
              <w:pStyle w:val="a8"/>
              <w:rPr>
                <w:b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:rsidR="00566715" w:rsidRPr="00D3538A" w:rsidRDefault="0044759D" w:rsidP="007D3DB2">
            <w:pPr>
              <w:pStyle w:val="a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  <w:r w:rsidR="007D3DB2">
              <w:rPr>
                <w:b/>
                <w:sz w:val="18"/>
                <w:szCs w:val="18"/>
              </w:rPr>
              <w:t>0</w:t>
            </w:r>
          </w:p>
        </w:tc>
      </w:tr>
      <w:tr w:rsidR="00566715" w:rsidRPr="00B87BED" w:rsidTr="0070214B">
        <w:trPr>
          <w:jc w:val="center"/>
        </w:trPr>
        <w:tc>
          <w:tcPr>
            <w:tcW w:w="4045" w:type="dxa"/>
            <w:vAlign w:val="center"/>
          </w:tcPr>
          <w:p w:rsidR="00566715" w:rsidRPr="00566715" w:rsidRDefault="00566715" w:rsidP="005C0A9A">
            <w:pPr>
              <w:pStyle w:val="a8"/>
              <w:jc w:val="left"/>
              <w:rPr>
                <w:sz w:val="18"/>
                <w:szCs w:val="18"/>
              </w:rPr>
            </w:pPr>
            <w:bookmarkStart w:id="29" w:name="osv__z3"/>
            <w:bookmarkEnd w:id="29"/>
            <w:r>
              <w:rPr>
                <w:sz w:val="18"/>
                <w:szCs w:val="18"/>
              </w:rPr>
              <w:t>Освещенность рабочей поверхности, лк</w:t>
            </w:r>
          </w:p>
        </w:tc>
        <w:tc>
          <w:tcPr>
            <w:tcW w:w="1418" w:type="dxa"/>
            <w:vAlign w:val="center"/>
          </w:tcPr>
          <w:p w:rsidR="004502EF" w:rsidRPr="00400069" w:rsidRDefault="00050637" w:rsidP="007C053D">
            <w:pPr>
              <w:pStyle w:val="a8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385</w:t>
            </w:r>
          </w:p>
        </w:tc>
        <w:tc>
          <w:tcPr>
            <w:tcW w:w="992" w:type="dxa"/>
            <w:vAlign w:val="center"/>
          </w:tcPr>
          <w:p w:rsidR="00566715" w:rsidRDefault="00050637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559" w:type="dxa"/>
            <w:vAlign w:val="center"/>
          </w:tcPr>
          <w:p w:rsidR="00566715" w:rsidRDefault="00566715" w:rsidP="00883461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276" w:type="dxa"/>
            <w:vAlign w:val="center"/>
          </w:tcPr>
          <w:p w:rsidR="00566715" w:rsidRDefault="00050637" w:rsidP="00883461">
            <w:pPr>
              <w:pStyle w:val="a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5" w:type="dxa"/>
            <w:vAlign w:val="center"/>
          </w:tcPr>
          <w:p w:rsidR="00566715" w:rsidRPr="00566715" w:rsidRDefault="00566715" w:rsidP="00883461">
            <w:pPr>
              <w:pStyle w:val="a8"/>
              <w:rPr>
                <w:b/>
                <w:sz w:val="18"/>
                <w:szCs w:val="18"/>
              </w:rPr>
            </w:pPr>
          </w:p>
        </w:tc>
      </w:tr>
    </w:tbl>
    <w:p w:rsidR="00234932" w:rsidRPr="00B87BED" w:rsidRDefault="002C5343" w:rsidP="00367816">
      <w:pPr>
        <w:rPr>
          <w:sz w:val="18"/>
          <w:szCs w:val="18"/>
        </w:rPr>
      </w:pPr>
      <w:r w:rsidRPr="00B87BED">
        <w:rPr>
          <w:sz w:val="18"/>
          <w:szCs w:val="18"/>
        </w:rPr>
        <w:t>U</w:t>
      </w:r>
      <w:r w:rsidR="00057D8F" w:rsidRPr="00B87BED">
        <w:rPr>
          <w:sz w:val="18"/>
          <w:szCs w:val="18"/>
          <w:vertAlign w:val="subscript"/>
        </w:rPr>
        <w:t>0.95</w:t>
      </w:r>
      <w:r w:rsidRPr="00B87BED">
        <w:rPr>
          <w:sz w:val="18"/>
          <w:szCs w:val="18"/>
        </w:rPr>
        <w:t xml:space="preserve"> - расширенная неопределен</w:t>
      </w:r>
      <w:r w:rsidR="00057D8F" w:rsidRPr="00B87BED">
        <w:rPr>
          <w:sz w:val="18"/>
          <w:szCs w:val="18"/>
        </w:rPr>
        <w:t>ность (Р=0.</w:t>
      </w:r>
      <w:r w:rsidRPr="00B87BED">
        <w:rPr>
          <w:sz w:val="18"/>
          <w:szCs w:val="18"/>
        </w:rPr>
        <w:t>95).</w:t>
      </w:r>
    </w:p>
    <w:p w:rsidR="00D70782" w:rsidRPr="00B87BED" w:rsidRDefault="00D70782" w:rsidP="00D76DF8"/>
    <w:p w:rsidR="00D76DF8" w:rsidRPr="00B87BED" w:rsidRDefault="00DB1FAB" w:rsidP="00D76DF8">
      <w:r w:rsidRPr="00DB1FAB">
        <w:rPr>
          <w:b/>
        </w:rPr>
        <w:t>9</w:t>
      </w:r>
      <w:r w:rsidR="00D76DF8" w:rsidRPr="00DB1FAB">
        <w:rPr>
          <w:b/>
        </w:rPr>
        <w:t>. Заключение:</w:t>
      </w:r>
      <w:r w:rsidR="00D76DF8" w:rsidRPr="00B87BED">
        <w:br/>
      </w:r>
      <w:fldSimple w:instr=" DOCVARIABLE att_zakl \* MERGEFORMAT ">
        <w:r w:rsidR="00050637" w:rsidRPr="00050637">
          <w:rPr>
            <w:bCs/>
          </w:rPr>
          <w:t>-</w:t>
        </w:r>
        <w:r w:rsidR="00050637" w:rsidRPr="00050637">
          <w:t xml:space="preserve"> фактический уровень вредного фактора соответствует гигиеническим нормативам;</w:t>
        </w:r>
      </w:fldSimple>
      <w:r w:rsidR="00D76DF8" w:rsidRPr="00B87BED">
        <w:br/>
        <w:t>- класс</w:t>
      </w:r>
      <w:r w:rsidR="0004130D" w:rsidRPr="00B87BED">
        <w:t xml:space="preserve"> (подкласс)</w:t>
      </w:r>
      <w:r w:rsidR="00D76DF8" w:rsidRPr="00B87BED">
        <w:t xml:space="preserve"> условий труда - </w:t>
      </w:r>
      <w:fldSimple w:instr=" DOCVARIABLE class \* MERGEFORMAT ">
        <w:r w:rsidR="00050637">
          <w:t>2</w:t>
        </w:r>
      </w:fldSimple>
    </w:p>
    <w:p w:rsidR="0014502D" w:rsidRPr="00B87BED" w:rsidRDefault="0014502D" w:rsidP="0014502D">
      <w:pPr>
        <w:rPr>
          <w:b/>
          <w:color w:val="000000"/>
        </w:rPr>
      </w:pPr>
    </w:p>
    <w:p w:rsidR="0014502D" w:rsidRPr="00B87BED" w:rsidRDefault="0014502D" w:rsidP="0014502D">
      <w:r w:rsidRPr="00B87BED">
        <w:rPr>
          <w:b/>
          <w:color w:val="000000"/>
        </w:rPr>
        <w:t>10. Сотрудники организации (ИЦ)</w:t>
      </w:r>
      <w:r w:rsidRPr="00B87BED">
        <w:rPr>
          <w:b/>
          <w:bCs/>
          <w:color w:val="000000"/>
        </w:rPr>
        <w:t>, проводившие измерения:</w:t>
      </w:r>
    </w:p>
    <w:tbl>
      <w:tblPr>
        <w:tblW w:w="10204" w:type="dxa"/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14502D" w:rsidRPr="000A139B" w:rsidTr="000A139B">
        <w:trPr>
          <w:trHeight w:val="284"/>
        </w:trPr>
        <w:tc>
          <w:tcPr>
            <w:tcW w:w="1384" w:type="dxa"/>
            <w:shd w:val="clear" w:color="auto" w:fill="auto"/>
            <w:vAlign w:val="bottom"/>
          </w:tcPr>
          <w:p w:rsidR="0014502D" w:rsidRPr="000A139B" w:rsidRDefault="000A139B" w:rsidP="004A0146">
            <w:pPr>
              <w:pStyle w:val="a8"/>
              <w:rPr>
                <w:color w:val="FFFFFF"/>
              </w:rPr>
            </w:pPr>
            <w:r w:rsidRPr="000A139B">
              <w:rPr>
                <w:color w:val="FFFFFF"/>
              </w:rPr>
              <w:t>5055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4502D" w:rsidRPr="000A139B" w:rsidRDefault="0014502D" w:rsidP="004A0146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502D" w:rsidRPr="000A139B" w:rsidRDefault="000A139B" w:rsidP="004A0146">
            <w:pPr>
              <w:pStyle w:val="a8"/>
            </w:pPr>
            <w:r w:rsidRPr="000A139B">
              <w:t>Инженер по охране труда и</w:t>
            </w:r>
            <w:r w:rsidRPr="000A139B">
              <w:t>с</w:t>
            </w:r>
            <w:r w:rsidRPr="000A139B">
              <w:t>пытательного центра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14502D" w:rsidRPr="000A139B" w:rsidRDefault="0014502D" w:rsidP="004A0146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502D" w:rsidRPr="000A139B" w:rsidRDefault="0014502D" w:rsidP="004A0146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4502D" w:rsidRPr="000A139B" w:rsidRDefault="0014502D" w:rsidP="004A0146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502D" w:rsidRPr="000A139B" w:rsidRDefault="000A139B" w:rsidP="004A0146">
            <w:pPr>
              <w:pStyle w:val="a8"/>
            </w:pPr>
            <w:r w:rsidRPr="000A139B">
              <w:t>Рябов Сергей Сергеевич</w:t>
            </w:r>
          </w:p>
        </w:tc>
      </w:tr>
      <w:tr w:rsidR="0014502D" w:rsidRPr="000A139B" w:rsidTr="000A139B">
        <w:trPr>
          <w:trHeight w:val="284"/>
        </w:trPr>
        <w:tc>
          <w:tcPr>
            <w:tcW w:w="1384" w:type="dxa"/>
          </w:tcPr>
          <w:p w:rsidR="0014502D" w:rsidRPr="000A139B" w:rsidRDefault="000A139B" w:rsidP="004A0146">
            <w:pPr>
              <w:pStyle w:val="a8"/>
              <w:rPr>
                <w:b/>
                <w:color w:val="FFFFFF"/>
                <w:vertAlign w:val="superscript"/>
              </w:rPr>
            </w:pPr>
            <w:r w:rsidRPr="000A139B">
              <w:rPr>
                <w:color w:val="FFFFFF"/>
                <w:vertAlign w:val="superscript"/>
              </w:rPr>
              <w:t>(№ в реестре эк</w:t>
            </w:r>
            <w:r w:rsidRPr="000A139B">
              <w:rPr>
                <w:color w:val="FFFFFF"/>
                <w:vertAlign w:val="superscript"/>
              </w:rPr>
              <w:t>с</w:t>
            </w:r>
            <w:r w:rsidRPr="000A139B">
              <w:rPr>
                <w:color w:val="FFFFFF"/>
                <w:vertAlign w:val="superscript"/>
              </w:rPr>
              <w:t>пертов)</w:t>
            </w:r>
          </w:p>
        </w:tc>
        <w:tc>
          <w:tcPr>
            <w:tcW w:w="284" w:type="dxa"/>
          </w:tcPr>
          <w:p w:rsidR="0014502D" w:rsidRPr="000A139B" w:rsidRDefault="0014502D" w:rsidP="004A014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14502D" w:rsidRPr="000A139B" w:rsidRDefault="000A139B" w:rsidP="004A0146">
            <w:pPr>
              <w:pStyle w:val="a8"/>
              <w:rPr>
                <w:b/>
                <w:vertAlign w:val="superscript"/>
              </w:rPr>
            </w:pPr>
            <w:r w:rsidRPr="000A139B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14502D" w:rsidRPr="000A139B" w:rsidRDefault="0014502D" w:rsidP="004A0146">
            <w:pPr>
              <w:pStyle w:val="a8"/>
              <w:rPr>
                <w:b/>
                <w:vertAlign w:val="superscript"/>
              </w:rPr>
            </w:pPr>
            <w:bookmarkStart w:id="30" w:name="fio_izm_users"/>
            <w:bookmarkEnd w:id="30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4502D" w:rsidRPr="000A139B" w:rsidRDefault="000A139B" w:rsidP="004A0146">
            <w:pPr>
              <w:pStyle w:val="a8"/>
              <w:rPr>
                <w:b/>
                <w:vertAlign w:val="superscript"/>
              </w:rPr>
            </w:pPr>
            <w:r w:rsidRPr="000A139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14502D" w:rsidRPr="000A139B" w:rsidRDefault="0014502D" w:rsidP="004A014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14502D" w:rsidRPr="000A139B" w:rsidRDefault="000A139B" w:rsidP="004A0146">
            <w:pPr>
              <w:pStyle w:val="a8"/>
              <w:rPr>
                <w:b/>
                <w:vertAlign w:val="superscript"/>
              </w:rPr>
            </w:pPr>
            <w:r w:rsidRPr="000A139B">
              <w:rPr>
                <w:vertAlign w:val="superscript"/>
              </w:rPr>
              <w:t>(Ф.И.О.)</w:t>
            </w:r>
          </w:p>
        </w:tc>
      </w:tr>
    </w:tbl>
    <w:p w:rsidR="0014502D" w:rsidRPr="00B87BED" w:rsidRDefault="0014502D" w:rsidP="0014502D">
      <w:pPr>
        <w:spacing w:before="120"/>
        <w:rPr>
          <w:rStyle w:val="a7"/>
        </w:rPr>
      </w:pPr>
      <w:r w:rsidRPr="00B87BED">
        <w:rPr>
          <w:rStyle w:val="a7"/>
        </w:rPr>
        <w:t>11. Эксперт(ы) по проведению специальной оценки условий труда: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284"/>
        <w:gridCol w:w="2976"/>
        <w:gridCol w:w="284"/>
        <w:gridCol w:w="1701"/>
        <w:gridCol w:w="283"/>
        <w:gridCol w:w="3261"/>
        <w:gridCol w:w="283"/>
      </w:tblGrid>
      <w:tr w:rsidR="0014502D" w:rsidRPr="000A139B" w:rsidTr="000A139B">
        <w:trPr>
          <w:trHeight w:val="284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502D" w:rsidRPr="000A139B" w:rsidRDefault="000A139B" w:rsidP="004A0146">
            <w:pPr>
              <w:pStyle w:val="a8"/>
            </w:pPr>
            <w:r w:rsidRPr="000A139B">
              <w:t>5766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02D" w:rsidRPr="000A139B" w:rsidRDefault="0014502D" w:rsidP="004A0146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502D" w:rsidRPr="000A139B" w:rsidRDefault="000A139B" w:rsidP="004A0146">
            <w:pPr>
              <w:pStyle w:val="a8"/>
            </w:pPr>
            <w:r w:rsidRPr="000A139B">
              <w:t>Инженер по охране труда и</w:t>
            </w:r>
            <w:r w:rsidRPr="000A139B">
              <w:t>с</w:t>
            </w:r>
            <w:r w:rsidRPr="000A139B">
              <w:t>пытательного центра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02D" w:rsidRPr="000A139B" w:rsidRDefault="0014502D" w:rsidP="004A0146">
            <w:pPr>
              <w:pStyle w:val="a8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502D" w:rsidRPr="000A139B" w:rsidRDefault="0014502D" w:rsidP="004A0146">
            <w:pPr>
              <w:pStyle w:val="a8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02D" w:rsidRPr="000A139B" w:rsidRDefault="0014502D" w:rsidP="004A0146">
            <w:pPr>
              <w:pStyle w:val="a8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502D" w:rsidRPr="000A139B" w:rsidRDefault="000A139B" w:rsidP="004A0146">
            <w:pPr>
              <w:pStyle w:val="a8"/>
            </w:pPr>
            <w:r w:rsidRPr="000A139B">
              <w:t>Радостева Дарья Евгеньевна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02D" w:rsidRPr="000A139B" w:rsidRDefault="0014502D" w:rsidP="004A0146">
            <w:pPr>
              <w:pStyle w:val="a8"/>
            </w:pPr>
          </w:p>
        </w:tc>
      </w:tr>
      <w:tr w:rsidR="0014502D" w:rsidRPr="000A139B" w:rsidTr="000A139B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502D" w:rsidRPr="000A139B" w:rsidRDefault="000A139B" w:rsidP="004A0146">
            <w:pPr>
              <w:pStyle w:val="a8"/>
              <w:rPr>
                <w:b/>
                <w:vertAlign w:val="superscript"/>
              </w:rPr>
            </w:pPr>
            <w:r w:rsidRPr="000A139B">
              <w:rPr>
                <w:vertAlign w:val="superscript"/>
              </w:rPr>
              <w:t>(№ в реестре эк</w:t>
            </w:r>
            <w:r w:rsidRPr="000A139B">
              <w:rPr>
                <w:vertAlign w:val="superscript"/>
              </w:rPr>
              <w:t>с</w:t>
            </w:r>
            <w:r w:rsidRPr="000A139B">
              <w:rPr>
                <w:vertAlign w:val="superscript"/>
              </w:rPr>
              <w:t>пертов)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4502D" w:rsidRPr="000A139B" w:rsidRDefault="0014502D" w:rsidP="004A0146">
            <w:pPr>
              <w:pStyle w:val="a8"/>
              <w:rPr>
                <w:b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502D" w:rsidRPr="000A139B" w:rsidRDefault="000A139B" w:rsidP="004A0146">
            <w:pPr>
              <w:pStyle w:val="a8"/>
              <w:rPr>
                <w:b/>
                <w:vertAlign w:val="superscript"/>
              </w:rPr>
            </w:pPr>
            <w:r w:rsidRPr="000A139B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4502D" w:rsidRPr="000A139B" w:rsidRDefault="0014502D" w:rsidP="004A0146">
            <w:pPr>
              <w:pStyle w:val="a8"/>
              <w:rPr>
                <w:b/>
                <w:vertAlign w:val="superscript"/>
              </w:rPr>
            </w:pPr>
            <w:bookmarkStart w:id="31" w:name="fio_users"/>
            <w:bookmarkEnd w:id="31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502D" w:rsidRPr="000A139B" w:rsidRDefault="000A139B" w:rsidP="004A0146">
            <w:pPr>
              <w:pStyle w:val="a8"/>
              <w:rPr>
                <w:b/>
                <w:vertAlign w:val="superscript"/>
              </w:rPr>
            </w:pPr>
            <w:r w:rsidRPr="000A139B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4502D" w:rsidRPr="000A139B" w:rsidRDefault="0014502D" w:rsidP="004A0146">
            <w:pPr>
              <w:pStyle w:val="a8"/>
              <w:rPr>
                <w:b/>
                <w:vertAlign w:val="superscript"/>
              </w:rPr>
            </w:pPr>
            <w:bookmarkStart w:id="32" w:name="fio_users2"/>
            <w:bookmarkEnd w:id="32"/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502D" w:rsidRPr="000A139B" w:rsidRDefault="000A139B" w:rsidP="004A0146">
            <w:pPr>
              <w:pStyle w:val="a8"/>
              <w:rPr>
                <w:b/>
                <w:vertAlign w:val="superscript"/>
              </w:rPr>
            </w:pPr>
            <w:r w:rsidRPr="000A139B"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4502D" w:rsidRPr="000A139B" w:rsidRDefault="0014502D" w:rsidP="004A0146">
            <w:pPr>
              <w:pStyle w:val="a8"/>
              <w:rPr>
                <w:b/>
                <w:vertAlign w:val="superscript"/>
              </w:rPr>
            </w:pPr>
          </w:p>
        </w:tc>
      </w:tr>
    </w:tbl>
    <w:p w:rsidR="007D1852" w:rsidRPr="00B87BED" w:rsidRDefault="007D1852" w:rsidP="005E714A">
      <w:pPr>
        <w:spacing w:before="120"/>
      </w:pPr>
    </w:p>
    <w:sectPr w:rsidR="007D1852" w:rsidRPr="00B87BED" w:rsidSect="00FB001B">
      <w:footerReference w:type="default" r:id="rId6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9A6" w:rsidRDefault="008439A6" w:rsidP="0076042D">
      <w:pPr>
        <w:pStyle w:val="a9"/>
      </w:pPr>
      <w:r>
        <w:separator/>
      </w:r>
    </w:p>
  </w:endnote>
  <w:endnote w:type="continuationSeparator" w:id="0">
    <w:p w:rsidR="008439A6" w:rsidRDefault="008439A6" w:rsidP="0076042D">
      <w:pPr>
        <w:pStyle w:val="a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4821"/>
      <w:gridCol w:w="784"/>
      <w:gridCol w:w="4815"/>
    </w:tblGrid>
    <w:tr w:rsidR="00FD0D10" w:rsidTr="004A0146">
      <w:tc>
        <w:tcPr>
          <w:tcW w:w="4821" w:type="dxa"/>
        </w:tcPr>
        <w:p w:rsidR="00FD0D10" w:rsidRPr="004A0146" w:rsidRDefault="00416341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Протокол № 7- О</w:t>
          </w:r>
        </w:p>
      </w:tc>
      <w:tc>
        <w:tcPr>
          <w:tcW w:w="784" w:type="dxa"/>
        </w:tcPr>
        <w:p w:rsidR="00FD0D10" w:rsidRPr="004A0146" w:rsidRDefault="00FD0D10" w:rsidP="004A0146">
          <w:pPr>
            <w:jc w:val="center"/>
            <w:rPr>
              <w:sz w:val="20"/>
              <w:szCs w:val="20"/>
            </w:rPr>
          </w:pPr>
          <w:bookmarkStart w:id="33" w:name="kolontitul2"/>
          <w:bookmarkEnd w:id="33"/>
        </w:p>
      </w:tc>
      <w:tc>
        <w:tcPr>
          <w:tcW w:w="4815" w:type="dxa"/>
        </w:tcPr>
        <w:p w:rsidR="00FD0D10" w:rsidRPr="004A0146" w:rsidRDefault="00FD0D10" w:rsidP="004A0146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0146">
            <w:rPr>
              <w:rStyle w:val="ae"/>
              <w:sz w:val="20"/>
              <w:szCs w:val="20"/>
            </w:rPr>
            <w:t xml:space="preserve">Стр. </w:t>
          </w:r>
          <w:r w:rsidR="002A5F24" w:rsidRPr="004A0146">
            <w:rPr>
              <w:rStyle w:val="ae"/>
              <w:sz w:val="20"/>
              <w:szCs w:val="20"/>
            </w:rPr>
            <w:fldChar w:fldCharType="begin"/>
          </w:r>
          <w:r w:rsidRPr="004A0146">
            <w:rPr>
              <w:rStyle w:val="ae"/>
              <w:sz w:val="20"/>
              <w:szCs w:val="20"/>
            </w:rPr>
            <w:instrText xml:space="preserve">PAGE  </w:instrText>
          </w:r>
          <w:r w:rsidR="002A5F24" w:rsidRPr="004A0146">
            <w:rPr>
              <w:rStyle w:val="ae"/>
              <w:sz w:val="20"/>
              <w:szCs w:val="20"/>
            </w:rPr>
            <w:fldChar w:fldCharType="separate"/>
          </w:r>
          <w:r w:rsidR="00416341">
            <w:rPr>
              <w:rStyle w:val="ae"/>
              <w:noProof/>
              <w:sz w:val="20"/>
              <w:szCs w:val="20"/>
            </w:rPr>
            <w:t>1</w:t>
          </w:r>
          <w:r w:rsidR="002A5F24" w:rsidRPr="004A0146">
            <w:rPr>
              <w:rStyle w:val="ae"/>
              <w:sz w:val="20"/>
              <w:szCs w:val="20"/>
            </w:rPr>
            <w:fldChar w:fldCharType="end"/>
          </w:r>
          <w:r w:rsidRPr="004A0146">
            <w:rPr>
              <w:rStyle w:val="ae"/>
              <w:sz w:val="20"/>
              <w:szCs w:val="20"/>
            </w:rPr>
            <w:t xml:space="preserve"> из </w:t>
          </w:r>
          <w:fldSimple w:instr=" SECTIONPAGES   \* MERGEFORMAT ">
            <w:r w:rsidR="00416341" w:rsidRPr="00416341">
              <w:rPr>
                <w:rStyle w:val="ae"/>
                <w:noProof/>
                <w:sz w:val="20"/>
              </w:rPr>
              <w:t>2</w:t>
            </w:r>
          </w:fldSimple>
          <w:r w:rsidRPr="004A0146">
            <w:rPr>
              <w:rStyle w:val="ae"/>
              <w:sz w:val="20"/>
              <w:szCs w:val="20"/>
            </w:rPr>
            <w:t xml:space="preserve"> </w:t>
          </w:r>
        </w:p>
      </w:tc>
    </w:tr>
  </w:tbl>
  <w:p w:rsidR="0014502D" w:rsidRDefault="0014502D" w:rsidP="0014502D">
    <w:pPr>
      <w:pStyle w:val="ac"/>
      <w:rPr>
        <w:sz w:val="16"/>
        <w:szCs w:val="16"/>
      </w:rPr>
    </w:pPr>
    <w:r w:rsidRPr="00C46FBE">
      <w:rPr>
        <w:sz w:val="16"/>
        <w:szCs w:val="16"/>
      </w:rPr>
      <w:t>Содержание протокола не может быть воспроизведено частично без письменного р</w:t>
    </w:r>
    <w:r>
      <w:rPr>
        <w:sz w:val="16"/>
        <w:szCs w:val="16"/>
      </w:rPr>
      <w:t>азрешения испытательного центра.</w:t>
    </w:r>
  </w:p>
  <w:p w:rsidR="00FD0D10" w:rsidRPr="0014502D" w:rsidRDefault="0014502D">
    <w:pPr>
      <w:pStyle w:val="ac"/>
      <w:rPr>
        <w:sz w:val="16"/>
        <w:szCs w:val="16"/>
      </w:rPr>
    </w:pPr>
    <w:r w:rsidRPr="00D856A1">
      <w:rPr>
        <w:sz w:val="16"/>
        <w:szCs w:val="16"/>
      </w:rPr>
      <w:t>Данные результаты действительны на момент проведения измерений и относятся только к рабочему месту,  указанному в данном протоколе</w:t>
    </w:r>
    <w:r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9A6" w:rsidRDefault="008439A6" w:rsidP="0076042D">
      <w:pPr>
        <w:pStyle w:val="a9"/>
      </w:pPr>
      <w:r>
        <w:separator/>
      </w:r>
    </w:p>
  </w:footnote>
  <w:footnote w:type="continuationSeparator" w:id="0">
    <w:p w:rsidR="008439A6" w:rsidRDefault="008439A6" w:rsidP="0076042D">
      <w:pPr>
        <w:pStyle w:val="a9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675841"/>
  </w:hdrShapeDefaults>
  <w:footnotePr>
    <w:footnote w:id="-1"/>
    <w:footnote w:id="0"/>
  </w:footnotePr>
  <w:endnotePr>
    <w:endnote w:id="-1"/>
    <w:endnote w:id="0"/>
  </w:endnotePr>
  <w:compat/>
  <w:docVars>
    <w:docVar w:name="action_codes" w:val="0;1;0"/>
    <w:docVar w:name="anal_rms" w:val="  Отсутствуют"/>
    <w:docVar w:name="att_date" w:val="    "/>
    <w:docVar w:name="att_num" w:val="    "/>
    <w:docVar w:name="att_org" w:val="    "/>
    <w:docVar w:name="att_org_adr" w:val="630075, г. Новосибирск, ул. Залесского, 5/1, оф 412"/>
    <w:docVar w:name="att_org_dop" w:val="Общество с ограниченной ответственностью &quot;РосЭкоАудит&quot;_x000D__x000A_630075, РОССИЯ, Новосибирская область, г. Новосибирск, ул. Залесского, д. 5/1, оф. 412 _x000D__x000A_Регистрационный номер - 310 от 24.05.2016 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Испытательный центр ООО &quot;РосЭкоАудит&quot;_x000D__x000A_630075, РОССИЯ, Новосибирская область, г. Новосибирск, ул. Залесского, д. 5/1, оф. 412 (к.5, 6, 7, 21)"/>
    <w:docVar w:name="att_org_name" w:val="Общество с ограниченной ответственностью &quot;РосЭкоАудит&quot;"/>
    <w:docVar w:name="att_org_reg_date" w:val="24.05.2016"/>
    <w:docVar w:name="att_org_reg_num" w:val="310"/>
    <w:docVar w:name="att_zakl" w:val="- фактический уровень вредного фактора соответствует гигиеническим нормативам;"/>
    <w:docVar w:name="boss_data" w:val="7317C5A838E94E0F9764488EA00397F1~148-786-442 23"/>
    <w:docVar w:name="boss_fio" w:val="Стрыкова Олеся Валерьевна"/>
    <w:docVar w:name="boss_fio2" w:val="Шелгачёва Ольга Игоревна"/>
    <w:docVar w:name="boss_fio3" w:val="О И Шелгачёва"/>
    <w:docVar w:name="boss_fio4" w:val="Шелгачёва О И"/>
    <w:docVar w:name="boss_state" w:val="Начальник испытательного центра"/>
    <w:docVar w:name="ceh_info" w:val=" Отсутствует"/>
    <w:docVar w:name="chek_unc_results" w:val="   "/>
    <w:docVar w:name="class" w:val="2"/>
    <w:docVar w:name="close_doc_flag" w:val="0"/>
    <w:docVar w:name="co_classes" w:val="   "/>
    <w:docVar w:name="codeok" w:val=" Отсутствует "/>
    <w:docVar w:name="codeok " w:val="    "/>
    <w:docVar w:name="col18" w:val=" 0 "/>
    <w:docVar w:name="colrab" w:val=" 1 "/>
    <w:docVar w:name="colrab_anal" w:val=" 1 "/>
    <w:docVar w:name="colraball" w:val="    "/>
    <w:docVar w:name="colwom" w:val=" 1 "/>
    <w:docVar w:name="D_dog" w:val="26.01.2023"/>
    <w:docVar w:name="D_prikaz" w:val="03.02.2023"/>
    <w:docVar w:name="dop_info" w:val="   "/>
    <w:docVar w:name="dop_src" w:val="- отсутствуют;"/>
    <w:docVar w:name="exp_guids" w:val="7166A4279AE34E16A60ADCC1C4A3DEBD@194-858-416 32"/>
    <w:docVar w:name="exp_snils" w:val="7166A4279AE34E16A60ADCC1C4A3DEBD@194-858-416 32"/>
    <w:docVar w:name="fac_name" w:val="Освещение"/>
    <w:docVar w:name="fac_name2" w:val="Освещение"/>
    <w:docVar w:name="facid" w:val="12"/>
    <w:docVar w:name="fact_adr" w:val="   "/>
    <w:docVar w:name="factor_guid" w:val="48BF1EED5AD946BA9BC376D52EC11C44"/>
    <w:docVar w:name="fill_date" w:val="13.02.2023"/>
    <w:docVar w:name="footer_num" w:val="Протокол № 7- О"/>
    <w:docVar w:name="form" w:val="4"/>
    <w:docVar w:name="hlp" w:val="3"/>
    <w:docVar w:name="izm_date" w:val="03.02.2023"/>
    <w:docVar w:name="izm_metod" w:val="    "/>
    <w:docVar w:name="izm_nd_new" w:val="- Приказ от 24.01.2014 N 33н &quot;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&quot; (зарегистрировано Минюстом Российской Федерации 21 марта 2014 года N 31689), с изменениями на 27 апреля 2020 года. Утверждена приказом Министерства труда и социальной защиты Российской Федерации №33н от 24 января 2014 г. Дата начала действия 08 апреля 2014 г;_x000D_- ЮСУК 2.859.005РЭ. Руководство по эксплуатации  Люксметр «ТКА-ЛЮКС, № в государственном реестре средств измерений 20040-11. Россия, «НТП «ТКА», 2014г;_x000D_- СанПиН 1.2.3685-21 «Гигиенические нормативы и требования к обеспечению безопасности и (или) безвредности для человека факторов среды обитания» (зарегистрирован в Министерстве юстиции Российской Федерации 29.01.2021 № 62296). Утвержден постановлением Главного государственного санитарного врача РФ от 28 января 2021г. № 2. Дата начала действия 01 марта 2021г.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easures" w:val=" "/>
    <w:docVar w:name="measures2" w:val=" "/>
    <w:docVar w:name="N_dog" w:val="2713"/>
    <w:docVar w:name="N_prikaz" w:val="20-Р"/>
    <w:docVar w:name="num_doc" w:val="7- О"/>
    <w:docVar w:name="oborud" w:val=" ПЭВМ "/>
    <w:docVar w:name="org_code" w:val=" "/>
    <w:docVar w:name="org_id" w:val="1081"/>
    <w:docVar w:name="org_member_fio" w:val=" "/>
    <w:docVar w:name="org_member_state" w:val=" "/>
    <w:docVar w:name="os2_bm" w:val="3"/>
    <w:docVar w:name="os2_zone" w:val="Кабинет, рабочий стол"/>
    <w:docVar w:name="pers_guids" w:val="BCEAD8B797DA45C48BB9EF4FA8F7EC11@142-500-161 00"/>
    <w:docVar w:name="pers_snils" w:val="BCEAD8B797DA45C48BB9EF4FA8F7EC11@142-500-161 00"/>
    <w:docVar w:name="prikaz996n_z1" w:val="1"/>
    <w:docVar w:name="prikaz996n_z2" w:val="1"/>
    <w:docVar w:name="prikaz996n_z3" w:val="1"/>
    <w:docVar w:name="query_date" w:val="26.01.2023"/>
    <w:docVar w:name="rab_fio" w:val="   "/>
    <w:docVar w:name="raschet" w:val="   "/>
    <w:docVar w:name="rbtd_adr" w:val="662220, КРАСНОЯРСКИЙ КРАЙ, НАЗАРОВСКИЙ РАЙОН, ГЛЯДЕНЬ ПОСЕЛОК, ВОКЗАЛЬНАЯ УЛИЦА, 2 "/>
    <w:docVar w:name="rbtd_adr1" w:val="662220, КРАСНОЯРСКИЙ КРАЙ, НАЗАРОВСКИЙ РАЙОН, ГЛЯДЕНЬ ПОСЕЛОК, ВОКЗАЛЬНАЯ УЛИЦА, 2"/>
    <w:docVar w:name="rbtd_adr2" w:val=" "/>
    <w:docVar w:name="rbtd_contacts" w:val="moglad@mail.ru; 83915555128; -"/>
    <w:docVar w:name="rbtd_email" w:val="moglad@mail.ru"/>
    <w:docVar w:name="rbtd_fax" w:val="-"/>
    <w:docVar w:name="rbtd_inn" w:val="2427000849"/>
    <w:docVar w:name="rbtd_kpp" w:val="245601001"/>
    <w:docVar w:name="rbtd_name" w:val="АДМИНИСТРАЦИЯ ГЛЯДЕНСКОГО СЕЛЬСОВЕТА "/>
    <w:docVar w:name="rbtd_ogrn" w:val="1022401589077"/>
    <w:docVar w:name="rbtd_okato" w:val="04637407101"/>
    <w:docVar w:name="rbtd_okogu" w:val="3300500"/>
    <w:docVar w:name="rbtd_okpo" w:val="04096267"/>
    <w:docVar w:name="rbtd_okved" w:val="84.11.31"/>
    <w:docVar w:name="rbtd_phone" w:val="83915555128"/>
    <w:docVar w:name="rbtd_sout_id" w:val="662130"/>
    <w:docVar w:name="rm_guid" w:val="D535D7B7075D42E3AC2BB93301B13E58"/>
    <w:docVar w:name="rm_id" w:val="15790"/>
    <w:docVar w:name="rm_name" w:val=" Специалист по охране труда "/>
    <w:docVar w:name="rm_number" w:val=" 7"/>
    <w:docVar w:name="si_err_main" w:val="6 %"/>
    <w:docVar w:name="si_guids" w:val="78265415954C48069847F9B68B89B2A7@337523@14.09.2022@13.09.2023~D474A49428264F3AA97F3E4362B9FE32@480@08.09.2022@07.09.2023~9EC1B87AD2E4447188E3D94A221B1B0B@14802@26.05.2022@25.05.2023~4688F0E8009E4523B44B48F0B400AA13@05511@06.12.2022@05.12.2023"/>
    <w:docVar w:name="sign_date" w:val="13.02.2023"/>
    <w:docVar w:name="struct_info" w:val="    "/>
    <w:docVar w:name="template" w:val="osv_prg_sout.dot"/>
    <w:docVar w:name="test_date" w:val="   "/>
    <w:docVar w:name="timesmena" w:val="480"/>
    <w:docVar w:name="tools" w:val=" Отсутствует "/>
    <w:docVar w:name="unc_kut_flag" w:val="0"/>
    <w:docVar w:name="version" w:val="51"/>
    <w:docVar w:name="zona_name" w:val="Кабинет, рабочий стол"/>
    <w:docVar w:name="zona_os_patm" w:val="759"/>
    <w:docVar w:name="zona_os_temp" w:val="22.1"/>
    <w:docVar w:name="zona_os_vlag" w:val="35.8"/>
    <w:docVar w:name="zona_time" w:val="70"/>
  </w:docVars>
  <w:rsids>
    <w:rsidRoot w:val="00863DE6"/>
    <w:rsid w:val="000017FC"/>
    <w:rsid w:val="000020AE"/>
    <w:rsid w:val="0000764F"/>
    <w:rsid w:val="00011D2A"/>
    <w:rsid w:val="00013B89"/>
    <w:rsid w:val="0001553C"/>
    <w:rsid w:val="000158F6"/>
    <w:rsid w:val="00022B95"/>
    <w:rsid w:val="000230E4"/>
    <w:rsid w:val="00023AA8"/>
    <w:rsid w:val="00024BC0"/>
    <w:rsid w:val="00025683"/>
    <w:rsid w:val="00033B4C"/>
    <w:rsid w:val="00037672"/>
    <w:rsid w:val="0004130D"/>
    <w:rsid w:val="000456D2"/>
    <w:rsid w:val="00046815"/>
    <w:rsid w:val="00046A1F"/>
    <w:rsid w:val="00046C6F"/>
    <w:rsid w:val="00050637"/>
    <w:rsid w:val="0005566C"/>
    <w:rsid w:val="00056846"/>
    <w:rsid w:val="00057D8F"/>
    <w:rsid w:val="00057E30"/>
    <w:rsid w:val="000624A8"/>
    <w:rsid w:val="00063A7D"/>
    <w:rsid w:val="000643A4"/>
    <w:rsid w:val="00066FA7"/>
    <w:rsid w:val="0007306A"/>
    <w:rsid w:val="000731D9"/>
    <w:rsid w:val="00081060"/>
    <w:rsid w:val="00092CCB"/>
    <w:rsid w:val="000A139B"/>
    <w:rsid w:val="000A6CF7"/>
    <w:rsid w:val="000B11B7"/>
    <w:rsid w:val="000B31BA"/>
    <w:rsid w:val="000B7DD3"/>
    <w:rsid w:val="000C03DB"/>
    <w:rsid w:val="000C093A"/>
    <w:rsid w:val="000C4338"/>
    <w:rsid w:val="000C4861"/>
    <w:rsid w:val="000D126F"/>
    <w:rsid w:val="000D1F5B"/>
    <w:rsid w:val="000D5E5D"/>
    <w:rsid w:val="000E0734"/>
    <w:rsid w:val="000E1370"/>
    <w:rsid w:val="000E19E0"/>
    <w:rsid w:val="000E52A4"/>
    <w:rsid w:val="000E60A6"/>
    <w:rsid w:val="000F2E69"/>
    <w:rsid w:val="000F3521"/>
    <w:rsid w:val="000F3C2A"/>
    <w:rsid w:val="000F4295"/>
    <w:rsid w:val="000F52BA"/>
    <w:rsid w:val="000F7C4A"/>
    <w:rsid w:val="001027B8"/>
    <w:rsid w:val="00102845"/>
    <w:rsid w:val="00110025"/>
    <w:rsid w:val="0011035B"/>
    <w:rsid w:val="00111EFD"/>
    <w:rsid w:val="00112F83"/>
    <w:rsid w:val="00122F34"/>
    <w:rsid w:val="00125259"/>
    <w:rsid w:val="00127521"/>
    <w:rsid w:val="001306CF"/>
    <w:rsid w:val="0013351B"/>
    <w:rsid w:val="00133734"/>
    <w:rsid w:val="001429B1"/>
    <w:rsid w:val="0014502D"/>
    <w:rsid w:val="00145211"/>
    <w:rsid w:val="0014680C"/>
    <w:rsid w:val="00147A60"/>
    <w:rsid w:val="00152C07"/>
    <w:rsid w:val="001607C8"/>
    <w:rsid w:val="001632A3"/>
    <w:rsid w:val="0016380B"/>
    <w:rsid w:val="00164DE6"/>
    <w:rsid w:val="00165830"/>
    <w:rsid w:val="0017140C"/>
    <w:rsid w:val="0017268B"/>
    <w:rsid w:val="00175413"/>
    <w:rsid w:val="00176538"/>
    <w:rsid w:val="00176E7E"/>
    <w:rsid w:val="001800D4"/>
    <w:rsid w:val="00192455"/>
    <w:rsid w:val="00192830"/>
    <w:rsid w:val="001955C3"/>
    <w:rsid w:val="001962E5"/>
    <w:rsid w:val="001965B6"/>
    <w:rsid w:val="001A0E24"/>
    <w:rsid w:val="001A5985"/>
    <w:rsid w:val="001A6F7F"/>
    <w:rsid w:val="001B4439"/>
    <w:rsid w:val="001C346C"/>
    <w:rsid w:val="001C6A43"/>
    <w:rsid w:val="001C6CD8"/>
    <w:rsid w:val="001C7151"/>
    <w:rsid w:val="001D32FC"/>
    <w:rsid w:val="001D38B6"/>
    <w:rsid w:val="001D7AC4"/>
    <w:rsid w:val="001E4370"/>
    <w:rsid w:val="001E7570"/>
    <w:rsid w:val="001E7732"/>
    <w:rsid w:val="001F11D5"/>
    <w:rsid w:val="001F4D8D"/>
    <w:rsid w:val="001F5901"/>
    <w:rsid w:val="001F5B60"/>
    <w:rsid w:val="00200F15"/>
    <w:rsid w:val="00202603"/>
    <w:rsid w:val="00205E16"/>
    <w:rsid w:val="00210715"/>
    <w:rsid w:val="00210727"/>
    <w:rsid w:val="00212F65"/>
    <w:rsid w:val="00215C17"/>
    <w:rsid w:val="002268DC"/>
    <w:rsid w:val="00227756"/>
    <w:rsid w:val="00232C76"/>
    <w:rsid w:val="00234932"/>
    <w:rsid w:val="00234DB3"/>
    <w:rsid w:val="00236B53"/>
    <w:rsid w:val="00240866"/>
    <w:rsid w:val="00251FC3"/>
    <w:rsid w:val="00252537"/>
    <w:rsid w:val="00254F16"/>
    <w:rsid w:val="00256611"/>
    <w:rsid w:val="00256D1F"/>
    <w:rsid w:val="00262BAA"/>
    <w:rsid w:val="00267654"/>
    <w:rsid w:val="0027366D"/>
    <w:rsid w:val="0027405E"/>
    <w:rsid w:val="00275272"/>
    <w:rsid w:val="00277515"/>
    <w:rsid w:val="00282DC9"/>
    <w:rsid w:val="00291489"/>
    <w:rsid w:val="0029779F"/>
    <w:rsid w:val="002A1790"/>
    <w:rsid w:val="002A1A79"/>
    <w:rsid w:val="002A2442"/>
    <w:rsid w:val="002A4B22"/>
    <w:rsid w:val="002A5BC4"/>
    <w:rsid w:val="002A5F24"/>
    <w:rsid w:val="002A628A"/>
    <w:rsid w:val="002B1C16"/>
    <w:rsid w:val="002B6CD5"/>
    <w:rsid w:val="002C1DE5"/>
    <w:rsid w:val="002C2DBE"/>
    <w:rsid w:val="002C3758"/>
    <w:rsid w:val="002C3984"/>
    <w:rsid w:val="002C40C2"/>
    <w:rsid w:val="002C5343"/>
    <w:rsid w:val="002C7BC7"/>
    <w:rsid w:val="002C7C43"/>
    <w:rsid w:val="002D2773"/>
    <w:rsid w:val="002D3AD3"/>
    <w:rsid w:val="002D4113"/>
    <w:rsid w:val="002E4EF6"/>
    <w:rsid w:val="002E55C6"/>
    <w:rsid w:val="002E61D9"/>
    <w:rsid w:val="002E6CE1"/>
    <w:rsid w:val="002F5E39"/>
    <w:rsid w:val="003042DC"/>
    <w:rsid w:val="00305704"/>
    <w:rsid w:val="00305B2F"/>
    <w:rsid w:val="00310AED"/>
    <w:rsid w:val="003159D1"/>
    <w:rsid w:val="00315D13"/>
    <w:rsid w:val="0031647F"/>
    <w:rsid w:val="00316744"/>
    <w:rsid w:val="00316871"/>
    <w:rsid w:val="00316B06"/>
    <w:rsid w:val="003170DC"/>
    <w:rsid w:val="003237AE"/>
    <w:rsid w:val="00323DFD"/>
    <w:rsid w:val="00327352"/>
    <w:rsid w:val="00334BE3"/>
    <w:rsid w:val="00334E12"/>
    <w:rsid w:val="00336254"/>
    <w:rsid w:val="00336BBE"/>
    <w:rsid w:val="00337472"/>
    <w:rsid w:val="00337DB0"/>
    <w:rsid w:val="00343999"/>
    <w:rsid w:val="00350D2B"/>
    <w:rsid w:val="00351250"/>
    <w:rsid w:val="0035139E"/>
    <w:rsid w:val="00352B32"/>
    <w:rsid w:val="003614F2"/>
    <w:rsid w:val="00363527"/>
    <w:rsid w:val="0036631B"/>
    <w:rsid w:val="00367816"/>
    <w:rsid w:val="00367BF6"/>
    <w:rsid w:val="00373A6A"/>
    <w:rsid w:val="00377826"/>
    <w:rsid w:val="003805D6"/>
    <w:rsid w:val="0038660B"/>
    <w:rsid w:val="003876C3"/>
    <w:rsid w:val="00394BB5"/>
    <w:rsid w:val="003950D6"/>
    <w:rsid w:val="00397B01"/>
    <w:rsid w:val="003A6AB7"/>
    <w:rsid w:val="003B0C61"/>
    <w:rsid w:val="003B1AB9"/>
    <w:rsid w:val="003B26D3"/>
    <w:rsid w:val="003B5186"/>
    <w:rsid w:val="003C24DB"/>
    <w:rsid w:val="003C45D7"/>
    <w:rsid w:val="003C61BE"/>
    <w:rsid w:val="003C664F"/>
    <w:rsid w:val="003D1CF7"/>
    <w:rsid w:val="003E0177"/>
    <w:rsid w:val="003F4832"/>
    <w:rsid w:val="00400069"/>
    <w:rsid w:val="00400578"/>
    <w:rsid w:val="00400C79"/>
    <w:rsid w:val="004029D5"/>
    <w:rsid w:val="00402CAC"/>
    <w:rsid w:val="00404C34"/>
    <w:rsid w:val="004061E8"/>
    <w:rsid w:val="00412C9D"/>
    <w:rsid w:val="00415FBE"/>
    <w:rsid w:val="00416341"/>
    <w:rsid w:val="00416DB6"/>
    <w:rsid w:val="00423B96"/>
    <w:rsid w:val="0043492E"/>
    <w:rsid w:val="00434A71"/>
    <w:rsid w:val="0044065E"/>
    <w:rsid w:val="00443F42"/>
    <w:rsid w:val="00444410"/>
    <w:rsid w:val="0044459D"/>
    <w:rsid w:val="00444BE2"/>
    <w:rsid w:val="0044655E"/>
    <w:rsid w:val="0044759D"/>
    <w:rsid w:val="004502EF"/>
    <w:rsid w:val="004520C2"/>
    <w:rsid w:val="00453391"/>
    <w:rsid w:val="00454FB5"/>
    <w:rsid w:val="00467722"/>
    <w:rsid w:val="00470B82"/>
    <w:rsid w:val="0047124A"/>
    <w:rsid w:val="004770E1"/>
    <w:rsid w:val="00482F4E"/>
    <w:rsid w:val="00483C94"/>
    <w:rsid w:val="0048706A"/>
    <w:rsid w:val="00492208"/>
    <w:rsid w:val="00492E01"/>
    <w:rsid w:val="0049367A"/>
    <w:rsid w:val="00493D57"/>
    <w:rsid w:val="00495206"/>
    <w:rsid w:val="004967CE"/>
    <w:rsid w:val="004A0146"/>
    <w:rsid w:val="004A113C"/>
    <w:rsid w:val="004A336A"/>
    <w:rsid w:val="004A3E66"/>
    <w:rsid w:val="004A47AD"/>
    <w:rsid w:val="004A5790"/>
    <w:rsid w:val="004A75A5"/>
    <w:rsid w:val="004B34FD"/>
    <w:rsid w:val="004B6E37"/>
    <w:rsid w:val="004C324F"/>
    <w:rsid w:val="004C4DB2"/>
    <w:rsid w:val="004C5E4D"/>
    <w:rsid w:val="004C669F"/>
    <w:rsid w:val="004D26E6"/>
    <w:rsid w:val="004E16FB"/>
    <w:rsid w:val="004E2FBD"/>
    <w:rsid w:val="004E3094"/>
    <w:rsid w:val="004F33DB"/>
    <w:rsid w:val="0050063A"/>
    <w:rsid w:val="00504B10"/>
    <w:rsid w:val="00510F36"/>
    <w:rsid w:val="00511121"/>
    <w:rsid w:val="00514D03"/>
    <w:rsid w:val="00515319"/>
    <w:rsid w:val="00515A78"/>
    <w:rsid w:val="00516813"/>
    <w:rsid w:val="005170DE"/>
    <w:rsid w:val="005272E7"/>
    <w:rsid w:val="0053329A"/>
    <w:rsid w:val="00535092"/>
    <w:rsid w:val="00540919"/>
    <w:rsid w:val="00546DF9"/>
    <w:rsid w:val="00547B86"/>
    <w:rsid w:val="00560ABD"/>
    <w:rsid w:val="00561ABD"/>
    <w:rsid w:val="00561C1B"/>
    <w:rsid w:val="00563E94"/>
    <w:rsid w:val="00565A1D"/>
    <w:rsid w:val="00566715"/>
    <w:rsid w:val="00567062"/>
    <w:rsid w:val="0056789A"/>
    <w:rsid w:val="00572149"/>
    <w:rsid w:val="00573642"/>
    <w:rsid w:val="00576095"/>
    <w:rsid w:val="005831D2"/>
    <w:rsid w:val="005846E5"/>
    <w:rsid w:val="00585491"/>
    <w:rsid w:val="0058682F"/>
    <w:rsid w:val="005A3812"/>
    <w:rsid w:val="005A3A36"/>
    <w:rsid w:val="005B0A04"/>
    <w:rsid w:val="005B2158"/>
    <w:rsid w:val="005B4530"/>
    <w:rsid w:val="005B466C"/>
    <w:rsid w:val="005B6E98"/>
    <w:rsid w:val="005B7FE8"/>
    <w:rsid w:val="005C0A9A"/>
    <w:rsid w:val="005C0CA3"/>
    <w:rsid w:val="005C18A1"/>
    <w:rsid w:val="005D37BE"/>
    <w:rsid w:val="005D63FB"/>
    <w:rsid w:val="005E03E1"/>
    <w:rsid w:val="005E4594"/>
    <w:rsid w:val="005E4F79"/>
    <w:rsid w:val="005E5129"/>
    <w:rsid w:val="005E714A"/>
    <w:rsid w:val="005F484B"/>
    <w:rsid w:val="00607418"/>
    <w:rsid w:val="00610110"/>
    <w:rsid w:val="0061668B"/>
    <w:rsid w:val="00616B17"/>
    <w:rsid w:val="00621976"/>
    <w:rsid w:val="006230ED"/>
    <w:rsid w:val="00623BA4"/>
    <w:rsid w:val="006341A9"/>
    <w:rsid w:val="0063640F"/>
    <w:rsid w:val="0063674C"/>
    <w:rsid w:val="00637839"/>
    <w:rsid w:val="00640396"/>
    <w:rsid w:val="00640A05"/>
    <w:rsid w:val="00643529"/>
    <w:rsid w:val="0064445B"/>
    <w:rsid w:val="0065029C"/>
    <w:rsid w:val="00650CF9"/>
    <w:rsid w:val="00652184"/>
    <w:rsid w:val="006542DE"/>
    <w:rsid w:val="006546BF"/>
    <w:rsid w:val="006620F8"/>
    <w:rsid w:val="00663D05"/>
    <w:rsid w:val="006668AD"/>
    <w:rsid w:val="0067094A"/>
    <w:rsid w:val="00670AFB"/>
    <w:rsid w:val="006755AE"/>
    <w:rsid w:val="00675B75"/>
    <w:rsid w:val="0068038F"/>
    <w:rsid w:val="00682D9C"/>
    <w:rsid w:val="006831D0"/>
    <w:rsid w:val="00686503"/>
    <w:rsid w:val="00686968"/>
    <w:rsid w:val="0069682B"/>
    <w:rsid w:val="00697852"/>
    <w:rsid w:val="006A745C"/>
    <w:rsid w:val="006B3EFF"/>
    <w:rsid w:val="006B6F7B"/>
    <w:rsid w:val="006C28B3"/>
    <w:rsid w:val="006C3A46"/>
    <w:rsid w:val="006C5335"/>
    <w:rsid w:val="006D5FB6"/>
    <w:rsid w:val="006E053A"/>
    <w:rsid w:val="006E45C2"/>
    <w:rsid w:val="006E75B5"/>
    <w:rsid w:val="006F05D6"/>
    <w:rsid w:val="006F5DD2"/>
    <w:rsid w:val="0070214B"/>
    <w:rsid w:val="007049EB"/>
    <w:rsid w:val="00704D0F"/>
    <w:rsid w:val="00710271"/>
    <w:rsid w:val="00712E2D"/>
    <w:rsid w:val="007132F7"/>
    <w:rsid w:val="00717C9F"/>
    <w:rsid w:val="00723F8C"/>
    <w:rsid w:val="00735306"/>
    <w:rsid w:val="0073660E"/>
    <w:rsid w:val="007453DE"/>
    <w:rsid w:val="007471CE"/>
    <w:rsid w:val="00754D38"/>
    <w:rsid w:val="0075580D"/>
    <w:rsid w:val="0076042D"/>
    <w:rsid w:val="007626FE"/>
    <w:rsid w:val="0076315D"/>
    <w:rsid w:val="00767B19"/>
    <w:rsid w:val="00767D4A"/>
    <w:rsid w:val="00770634"/>
    <w:rsid w:val="00773D98"/>
    <w:rsid w:val="00780E57"/>
    <w:rsid w:val="00797B79"/>
    <w:rsid w:val="007A0FE4"/>
    <w:rsid w:val="007A32A9"/>
    <w:rsid w:val="007A42D0"/>
    <w:rsid w:val="007A4508"/>
    <w:rsid w:val="007A7A59"/>
    <w:rsid w:val="007B2A96"/>
    <w:rsid w:val="007B45BF"/>
    <w:rsid w:val="007C053D"/>
    <w:rsid w:val="007C277C"/>
    <w:rsid w:val="007C2CED"/>
    <w:rsid w:val="007C5BB8"/>
    <w:rsid w:val="007D1852"/>
    <w:rsid w:val="007D192F"/>
    <w:rsid w:val="007D2CEA"/>
    <w:rsid w:val="007D3DB2"/>
    <w:rsid w:val="007E76AE"/>
    <w:rsid w:val="007F6ED6"/>
    <w:rsid w:val="00800F67"/>
    <w:rsid w:val="00800F99"/>
    <w:rsid w:val="00805BD6"/>
    <w:rsid w:val="0080737F"/>
    <w:rsid w:val="00815AFC"/>
    <w:rsid w:val="00822905"/>
    <w:rsid w:val="00835291"/>
    <w:rsid w:val="008364AA"/>
    <w:rsid w:val="00840382"/>
    <w:rsid w:val="00842175"/>
    <w:rsid w:val="008439A6"/>
    <w:rsid w:val="00844AF5"/>
    <w:rsid w:val="0085450F"/>
    <w:rsid w:val="00861261"/>
    <w:rsid w:val="008624CB"/>
    <w:rsid w:val="00862EAF"/>
    <w:rsid w:val="0086344E"/>
    <w:rsid w:val="00863DE6"/>
    <w:rsid w:val="00865D50"/>
    <w:rsid w:val="00866C6C"/>
    <w:rsid w:val="00870D04"/>
    <w:rsid w:val="00873A0E"/>
    <w:rsid w:val="00873BD2"/>
    <w:rsid w:val="00877D1F"/>
    <w:rsid w:val="00880A2C"/>
    <w:rsid w:val="00881183"/>
    <w:rsid w:val="00883461"/>
    <w:rsid w:val="00883F98"/>
    <w:rsid w:val="0089451A"/>
    <w:rsid w:val="00895690"/>
    <w:rsid w:val="008A2BDB"/>
    <w:rsid w:val="008A3459"/>
    <w:rsid w:val="008A6576"/>
    <w:rsid w:val="008A6C1E"/>
    <w:rsid w:val="008B025F"/>
    <w:rsid w:val="008B0F82"/>
    <w:rsid w:val="008B1C76"/>
    <w:rsid w:val="008B2F42"/>
    <w:rsid w:val="008B4EAA"/>
    <w:rsid w:val="008B57EF"/>
    <w:rsid w:val="008C3DAD"/>
    <w:rsid w:val="008C6BC0"/>
    <w:rsid w:val="008D12ED"/>
    <w:rsid w:val="008D19FF"/>
    <w:rsid w:val="008E68DE"/>
    <w:rsid w:val="008F398F"/>
    <w:rsid w:val="008F3C8D"/>
    <w:rsid w:val="008F5947"/>
    <w:rsid w:val="008F6BA3"/>
    <w:rsid w:val="008F7ABE"/>
    <w:rsid w:val="00901202"/>
    <w:rsid w:val="0090588D"/>
    <w:rsid w:val="009105E6"/>
    <w:rsid w:val="00912B8F"/>
    <w:rsid w:val="00915DC0"/>
    <w:rsid w:val="0092457A"/>
    <w:rsid w:val="0092648A"/>
    <w:rsid w:val="0092778A"/>
    <w:rsid w:val="009304D0"/>
    <w:rsid w:val="00931B03"/>
    <w:rsid w:val="0093214B"/>
    <w:rsid w:val="0093595B"/>
    <w:rsid w:val="00942B2A"/>
    <w:rsid w:val="00942C46"/>
    <w:rsid w:val="00950610"/>
    <w:rsid w:val="009551D1"/>
    <w:rsid w:val="009555E0"/>
    <w:rsid w:val="00967790"/>
    <w:rsid w:val="0097477E"/>
    <w:rsid w:val="00987860"/>
    <w:rsid w:val="0099296F"/>
    <w:rsid w:val="00995C85"/>
    <w:rsid w:val="009A4A85"/>
    <w:rsid w:val="009B1D16"/>
    <w:rsid w:val="009B6D3D"/>
    <w:rsid w:val="009C3BB3"/>
    <w:rsid w:val="009C3C43"/>
    <w:rsid w:val="009C6A58"/>
    <w:rsid w:val="009D149A"/>
    <w:rsid w:val="009D4EEB"/>
    <w:rsid w:val="009E43E9"/>
    <w:rsid w:val="009E49F1"/>
    <w:rsid w:val="009F38EC"/>
    <w:rsid w:val="009F6A1B"/>
    <w:rsid w:val="00A05FC4"/>
    <w:rsid w:val="00A12349"/>
    <w:rsid w:val="00A14D98"/>
    <w:rsid w:val="00A20B89"/>
    <w:rsid w:val="00A20D60"/>
    <w:rsid w:val="00A24679"/>
    <w:rsid w:val="00A2759A"/>
    <w:rsid w:val="00A27C91"/>
    <w:rsid w:val="00A3500F"/>
    <w:rsid w:val="00A40C4C"/>
    <w:rsid w:val="00A43738"/>
    <w:rsid w:val="00A47D2C"/>
    <w:rsid w:val="00A60A60"/>
    <w:rsid w:val="00A60F6D"/>
    <w:rsid w:val="00A61288"/>
    <w:rsid w:val="00A71E6A"/>
    <w:rsid w:val="00A762E3"/>
    <w:rsid w:val="00A866B6"/>
    <w:rsid w:val="00A87CE5"/>
    <w:rsid w:val="00A911EB"/>
    <w:rsid w:val="00A91908"/>
    <w:rsid w:val="00A919D8"/>
    <w:rsid w:val="00A94C84"/>
    <w:rsid w:val="00A966B6"/>
    <w:rsid w:val="00AA2FA4"/>
    <w:rsid w:val="00AA41F6"/>
    <w:rsid w:val="00AA4551"/>
    <w:rsid w:val="00AA46ED"/>
    <w:rsid w:val="00AA4DCC"/>
    <w:rsid w:val="00AB07B9"/>
    <w:rsid w:val="00AB3869"/>
    <w:rsid w:val="00AB42AA"/>
    <w:rsid w:val="00AC3133"/>
    <w:rsid w:val="00AC59AB"/>
    <w:rsid w:val="00AC7A9B"/>
    <w:rsid w:val="00AD0982"/>
    <w:rsid w:val="00AD14A4"/>
    <w:rsid w:val="00AD7C32"/>
    <w:rsid w:val="00AE50D8"/>
    <w:rsid w:val="00AE6399"/>
    <w:rsid w:val="00AF11C7"/>
    <w:rsid w:val="00AF42CB"/>
    <w:rsid w:val="00AF796F"/>
    <w:rsid w:val="00B041AE"/>
    <w:rsid w:val="00B074B5"/>
    <w:rsid w:val="00B10DC5"/>
    <w:rsid w:val="00B11F48"/>
    <w:rsid w:val="00B13AFC"/>
    <w:rsid w:val="00B17D8A"/>
    <w:rsid w:val="00B20C80"/>
    <w:rsid w:val="00B24D8C"/>
    <w:rsid w:val="00B27D51"/>
    <w:rsid w:val="00B306D6"/>
    <w:rsid w:val="00B3260A"/>
    <w:rsid w:val="00B35CF7"/>
    <w:rsid w:val="00B36759"/>
    <w:rsid w:val="00B4680D"/>
    <w:rsid w:val="00B474F7"/>
    <w:rsid w:val="00B5168E"/>
    <w:rsid w:val="00B52438"/>
    <w:rsid w:val="00B541F7"/>
    <w:rsid w:val="00B57658"/>
    <w:rsid w:val="00B60ADC"/>
    <w:rsid w:val="00B653F2"/>
    <w:rsid w:val="00B67656"/>
    <w:rsid w:val="00B71D8E"/>
    <w:rsid w:val="00B80202"/>
    <w:rsid w:val="00B8204C"/>
    <w:rsid w:val="00B85AC5"/>
    <w:rsid w:val="00B87BED"/>
    <w:rsid w:val="00B9248C"/>
    <w:rsid w:val="00B92638"/>
    <w:rsid w:val="00B972C2"/>
    <w:rsid w:val="00BA02F3"/>
    <w:rsid w:val="00BA1AC2"/>
    <w:rsid w:val="00BA22AD"/>
    <w:rsid w:val="00BA5029"/>
    <w:rsid w:val="00BB6B14"/>
    <w:rsid w:val="00BB6C5C"/>
    <w:rsid w:val="00BB6EE4"/>
    <w:rsid w:val="00BC0A8D"/>
    <w:rsid w:val="00BC1ADC"/>
    <w:rsid w:val="00BC2F3C"/>
    <w:rsid w:val="00BC6116"/>
    <w:rsid w:val="00BD0859"/>
    <w:rsid w:val="00BE4496"/>
    <w:rsid w:val="00BE4CD0"/>
    <w:rsid w:val="00BF12C4"/>
    <w:rsid w:val="00BF2169"/>
    <w:rsid w:val="00BF3A21"/>
    <w:rsid w:val="00BF7607"/>
    <w:rsid w:val="00C00262"/>
    <w:rsid w:val="00C02721"/>
    <w:rsid w:val="00C11759"/>
    <w:rsid w:val="00C11D07"/>
    <w:rsid w:val="00C11ECE"/>
    <w:rsid w:val="00C153D4"/>
    <w:rsid w:val="00C21B55"/>
    <w:rsid w:val="00C263CA"/>
    <w:rsid w:val="00C26703"/>
    <w:rsid w:val="00C3257F"/>
    <w:rsid w:val="00C347C7"/>
    <w:rsid w:val="00C35501"/>
    <w:rsid w:val="00C413BE"/>
    <w:rsid w:val="00C47578"/>
    <w:rsid w:val="00C556C2"/>
    <w:rsid w:val="00C5717E"/>
    <w:rsid w:val="00C5778F"/>
    <w:rsid w:val="00C734A0"/>
    <w:rsid w:val="00C8720D"/>
    <w:rsid w:val="00C91E8E"/>
    <w:rsid w:val="00CA07EC"/>
    <w:rsid w:val="00CA13B6"/>
    <w:rsid w:val="00CB0A13"/>
    <w:rsid w:val="00CC0FB8"/>
    <w:rsid w:val="00CC15EF"/>
    <w:rsid w:val="00CC3CF4"/>
    <w:rsid w:val="00CD224F"/>
    <w:rsid w:val="00CD4EDE"/>
    <w:rsid w:val="00CE2412"/>
    <w:rsid w:val="00CE3307"/>
    <w:rsid w:val="00CE3C16"/>
    <w:rsid w:val="00CE4D99"/>
    <w:rsid w:val="00CF199A"/>
    <w:rsid w:val="00D0054C"/>
    <w:rsid w:val="00D006C6"/>
    <w:rsid w:val="00D02098"/>
    <w:rsid w:val="00D02B51"/>
    <w:rsid w:val="00D03C44"/>
    <w:rsid w:val="00D04C37"/>
    <w:rsid w:val="00D12DFD"/>
    <w:rsid w:val="00D21F61"/>
    <w:rsid w:val="00D24670"/>
    <w:rsid w:val="00D30697"/>
    <w:rsid w:val="00D30E53"/>
    <w:rsid w:val="00D32480"/>
    <w:rsid w:val="00D3468A"/>
    <w:rsid w:val="00D3538A"/>
    <w:rsid w:val="00D41664"/>
    <w:rsid w:val="00D42030"/>
    <w:rsid w:val="00D535BB"/>
    <w:rsid w:val="00D55F62"/>
    <w:rsid w:val="00D57F3D"/>
    <w:rsid w:val="00D6278F"/>
    <w:rsid w:val="00D63976"/>
    <w:rsid w:val="00D63E55"/>
    <w:rsid w:val="00D70782"/>
    <w:rsid w:val="00D71CC3"/>
    <w:rsid w:val="00D73AC5"/>
    <w:rsid w:val="00D76DF8"/>
    <w:rsid w:val="00D77D43"/>
    <w:rsid w:val="00D83342"/>
    <w:rsid w:val="00D8670D"/>
    <w:rsid w:val="00D87757"/>
    <w:rsid w:val="00D905C2"/>
    <w:rsid w:val="00D96417"/>
    <w:rsid w:val="00D96A8D"/>
    <w:rsid w:val="00DA1B55"/>
    <w:rsid w:val="00DA2450"/>
    <w:rsid w:val="00DB13AD"/>
    <w:rsid w:val="00DB1FAB"/>
    <w:rsid w:val="00DB46E5"/>
    <w:rsid w:val="00DB5302"/>
    <w:rsid w:val="00DC06A6"/>
    <w:rsid w:val="00DC7DB6"/>
    <w:rsid w:val="00DD001F"/>
    <w:rsid w:val="00DD2F80"/>
    <w:rsid w:val="00DD34F9"/>
    <w:rsid w:val="00DD5B75"/>
    <w:rsid w:val="00DD6479"/>
    <w:rsid w:val="00DD6B1F"/>
    <w:rsid w:val="00DD773E"/>
    <w:rsid w:val="00DF0F75"/>
    <w:rsid w:val="00E01A4B"/>
    <w:rsid w:val="00E04030"/>
    <w:rsid w:val="00E124F4"/>
    <w:rsid w:val="00E13623"/>
    <w:rsid w:val="00E1741E"/>
    <w:rsid w:val="00E24495"/>
    <w:rsid w:val="00E24F9D"/>
    <w:rsid w:val="00E25C9D"/>
    <w:rsid w:val="00E30EAE"/>
    <w:rsid w:val="00E3176C"/>
    <w:rsid w:val="00E332C0"/>
    <w:rsid w:val="00E36337"/>
    <w:rsid w:val="00E42311"/>
    <w:rsid w:val="00E5122D"/>
    <w:rsid w:val="00E51691"/>
    <w:rsid w:val="00E57072"/>
    <w:rsid w:val="00E57C34"/>
    <w:rsid w:val="00E6089A"/>
    <w:rsid w:val="00E614C1"/>
    <w:rsid w:val="00E61672"/>
    <w:rsid w:val="00E61ACB"/>
    <w:rsid w:val="00E621E5"/>
    <w:rsid w:val="00E71CCF"/>
    <w:rsid w:val="00E76AF7"/>
    <w:rsid w:val="00E77492"/>
    <w:rsid w:val="00E823AD"/>
    <w:rsid w:val="00E825B1"/>
    <w:rsid w:val="00E845EB"/>
    <w:rsid w:val="00E949B9"/>
    <w:rsid w:val="00E97312"/>
    <w:rsid w:val="00EA215C"/>
    <w:rsid w:val="00EA4A32"/>
    <w:rsid w:val="00EA50E9"/>
    <w:rsid w:val="00EA6A00"/>
    <w:rsid w:val="00EB5B4B"/>
    <w:rsid w:val="00EB72AD"/>
    <w:rsid w:val="00EB7734"/>
    <w:rsid w:val="00EB77BD"/>
    <w:rsid w:val="00EC29FC"/>
    <w:rsid w:val="00EC37A1"/>
    <w:rsid w:val="00EC54EA"/>
    <w:rsid w:val="00ED39AF"/>
    <w:rsid w:val="00ED5B55"/>
    <w:rsid w:val="00EE5CD6"/>
    <w:rsid w:val="00EF3BF8"/>
    <w:rsid w:val="00EF3DC4"/>
    <w:rsid w:val="00EF5853"/>
    <w:rsid w:val="00F0244D"/>
    <w:rsid w:val="00F067CE"/>
    <w:rsid w:val="00F10A3B"/>
    <w:rsid w:val="00F12C6C"/>
    <w:rsid w:val="00F151D9"/>
    <w:rsid w:val="00F21551"/>
    <w:rsid w:val="00F30D06"/>
    <w:rsid w:val="00F327BB"/>
    <w:rsid w:val="00F32ACC"/>
    <w:rsid w:val="00F33413"/>
    <w:rsid w:val="00F358A1"/>
    <w:rsid w:val="00F37F6C"/>
    <w:rsid w:val="00F44C1E"/>
    <w:rsid w:val="00F45B14"/>
    <w:rsid w:val="00F45D1D"/>
    <w:rsid w:val="00F619EE"/>
    <w:rsid w:val="00F63D1C"/>
    <w:rsid w:val="00F714F8"/>
    <w:rsid w:val="00F7175E"/>
    <w:rsid w:val="00F73054"/>
    <w:rsid w:val="00F73BF5"/>
    <w:rsid w:val="00F73E2F"/>
    <w:rsid w:val="00F74072"/>
    <w:rsid w:val="00F74A3E"/>
    <w:rsid w:val="00F76072"/>
    <w:rsid w:val="00F80B5D"/>
    <w:rsid w:val="00F8152E"/>
    <w:rsid w:val="00F86398"/>
    <w:rsid w:val="00F872A4"/>
    <w:rsid w:val="00F939E1"/>
    <w:rsid w:val="00F9693D"/>
    <w:rsid w:val="00FB001B"/>
    <w:rsid w:val="00FB0108"/>
    <w:rsid w:val="00FB09C6"/>
    <w:rsid w:val="00FB2113"/>
    <w:rsid w:val="00FB24EB"/>
    <w:rsid w:val="00FB6596"/>
    <w:rsid w:val="00FC035C"/>
    <w:rsid w:val="00FC0401"/>
    <w:rsid w:val="00FC0775"/>
    <w:rsid w:val="00FC2ED6"/>
    <w:rsid w:val="00FC3C9B"/>
    <w:rsid w:val="00FC47CC"/>
    <w:rsid w:val="00FD0D10"/>
    <w:rsid w:val="00FD2BA8"/>
    <w:rsid w:val="00FD4BF6"/>
    <w:rsid w:val="00FD60F5"/>
    <w:rsid w:val="00FD7358"/>
    <w:rsid w:val="00FE3342"/>
    <w:rsid w:val="00FF3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customStyle="1" w:styleId="ad">
    <w:name w:val="Нижний колонтитул Знак"/>
    <w:basedOn w:val="a0"/>
    <w:link w:val="ac"/>
    <w:rsid w:val="0014502D"/>
    <w:rPr>
      <w:sz w:val="24"/>
      <w:szCs w:val="24"/>
    </w:rPr>
  </w:style>
  <w:style w:type="character" w:customStyle="1" w:styleId="bx-messenger-message">
    <w:name w:val="bx-messenger-message"/>
    <w:basedOn w:val="a0"/>
    <w:rsid w:val="00F740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osv_prg_sou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osv_prg_sout</Template>
  <TotalTime>0</TotalTime>
  <Pages>2</Pages>
  <Words>905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Освещение</vt:lpstr>
    </vt:vector>
  </TitlesOfParts>
  <Company>att-support.ru</Company>
  <LinksUpToDate>false</LinksUpToDate>
  <CharactersWithSpaces>6056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Освещение</dc:title>
  <dc:subject/>
  <dc:creator>Komp-17</dc:creator>
  <cp:keywords/>
  <dc:description/>
  <cp:lastModifiedBy>Komp-17</cp:lastModifiedBy>
  <cp:revision>9</cp:revision>
  <dcterms:created xsi:type="dcterms:W3CDTF">2023-02-10T09:00:00Z</dcterms:created>
  <dcterms:modified xsi:type="dcterms:W3CDTF">2023-02-13T04:02:00Z</dcterms:modified>
</cp:coreProperties>
</file>